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855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3011: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NSR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20100311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(OR*3.0*420)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93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20100311: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CPRS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Laboratory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Monitoring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purpose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86pt;mso-position-horizontal-relative:page;mso-position-vertical-relative:paragraph;z-index:-185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93pt;mso-position-horizontal-relative:page;mso-position-vertical-relative:paragraph;z-index:-1853" coordorigin="710,33" coordsize="10820,452">
            <v:shape style="position:absolute;left:2143;top:33;width:585;height:117" type="#_x0000_t75">
              <v:imagedata r:id="rId10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pt;width:541.0pt;height:18.399998pt;mso-position-horizontal-relative:page;mso-position-vertical-relative:paragraph;z-index:-1852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26pt;width:37.957999pt;height:14.4pt;mso-position-horizontal-relative:page;mso-position-vertical-relative:paragraph;z-index:-1856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6" w:after="0" w:line="183" w:lineRule="exact"/>
        <w:ind w:right="-69"/>
        <w:jc w:val="left"/>
        <w:tabs>
          <w:tab w:pos="480" w:val="left"/>
          <w:tab w:pos="3020" w:val="left"/>
          <w:tab w:pos="4640" w:val="left"/>
          <w:tab w:pos="56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Execution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18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182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3" w:equalWidth="0">
            <w:col w:w="632" w:space="430"/>
            <w:col w:w="6197" w:space="398"/>
            <w:col w:w="3323"/>
          </w:cols>
        </w:sectPr>
      </w:pPr>
      <w:rPr/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1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hyperlink r:id="rId1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90172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hyperlink r:id="rId1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90273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48" w:after="0" w:line="136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1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Change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5" w:after="0" w:line="144" w:lineRule="exact"/>
        <w:ind w:left="454" w:right="-37" w:firstLine="-45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</w:t>
      </w:r>
      <w:hyperlink r:id="rId1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CPRS</w:t>
        </w:r>
      </w:hyperlink>
      <w:hyperlink r:id="rId1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12" w:after="0" w:line="136" w:lineRule="exact"/>
        <w:ind w:left="454"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.594906pt;width:540.250055pt;height:.500082pt;mso-position-horizontal-relative:page;mso-position-vertical-relative:paragraph;z-index:-1851" coordorigin="717,12" coordsize="10805,10">
            <v:group style="position:absolute;left:720;top:14;width:10800;height:2" coordorigin="720,14" coordsize="10800,2">
              <v:shape style="position:absolute;left:720;top:14;width:10800;height:2" coordorigin="720,14" coordsize="10800,0" path="m720,14l11520,14e" filled="f" stroked="t" strokeweight=".250018pt" strokecolor="#DFDFDF">
                <v:path arrowok="t"/>
              </v:shape>
            </v:group>
            <v:group style="position:absolute;left:720;top:19;width:10800;height:2" coordorigin="720,19" coordsize="10800,2">
              <v:shape style="position:absolute;left:720;top:19;width:10800;height:2" coordorigin="720,19" coordsize="10800,0" path="m720,19l11520,19e" filled="f" stroked="t" strokeweight=".250056pt" strokecolor="#DFDFDF">
                <v:path arrowok="t"/>
              </v:shape>
            </v:group>
            <w10:wrap type="none"/>
          </v:group>
        </w:pict>
      </w:r>
      <w:hyperlink r:id="rId1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Discontinue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5" w:after="0" w:line="144" w:lineRule="exact"/>
        <w:ind w:left="454" w:right="-37" w:firstLine="-45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5.527034pt;width:539.999999pt;height:.1pt;mso-position-horizontal-relative:page;mso-position-vertical-relative:paragraph;z-index:-1850" coordorigin="720,311" coordsize="10800,2">
            <v:shape style="position:absolute;left:720;top:311;width:10800;height:2" coordorigin="720,311" coordsize="10800,0" path="m720,311l11520,311e" filled="f" stroked="t" strokeweight=".500056pt" strokecolor="#DFDFDF">
              <v:path arrowok="t"/>
            </v:shape>
          </v:group>
          <w10:wrap type="none"/>
        </w:pict>
      </w:r>
      <w:r>
        <w:rPr/>
        <w:pict>
          <v:shape style="width:8pt;height:8pt;mso-position-horizontal-relative:char;mso-position-vertical-relative:line" type="#_x0000_t75">
            <v:imagedata r:id="rId1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</w:t>
      </w:r>
      <w:hyperlink r:id="rId1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CPRS</w:t>
        </w:r>
      </w:hyperlink>
      <w:hyperlink r:id="rId2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58"/>
        <w:jc w:val="left"/>
        <w:tabs>
          <w:tab w:pos="16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tabs>
          <w:tab w:pos="16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8" w:after="0" w:line="253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48" w:after="0" w:line="250" w:lineRule="auto"/>
        <w:ind w:right="-3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2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Change</w:t>
        </w:r>
      </w:hyperlink>
      <w:hyperlink r:id="rId2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</w:t>
        </w:r>
      </w:hyperlink>
      <w:hyperlink r:id="rId2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0" w:after="0" w:line="250" w:lineRule="auto"/>
        <w:ind w:right="-41"/>
        <w:jc w:val="both"/>
        <w:rPr>
          <w:rFonts w:ascii="Arial" w:hAnsi="Arial" w:cs="Arial" w:eastAsia="Arial"/>
          <w:sz w:val="12"/>
          <w:szCs w:val="12"/>
        </w:rPr>
      </w:pPr>
      <w:rPr/>
      <w:hyperlink r:id="rId2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Discontinue</w:t>
        </w:r>
      </w:hyperlink>
      <w:hyperlink r:id="rId2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</w:t>
        </w:r>
      </w:hyperlink>
      <w:hyperlink r:id="rId2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6" w:equalWidth="0">
            <w:col w:w="1289" w:space="401"/>
            <w:col w:w="1935" w:space="463"/>
            <w:col w:w="2134" w:space="458"/>
            <w:col w:w="494" w:space="478"/>
            <w:col w:w="1481" w:space="355"/>
            <w:col w:w="1492"/>
          </w:cols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4" w:after="0" w:line="87" w:lineRule="exact"/>
        <w:ind w:left="246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0.305078pt;width:540.999999pt;height:15.000028pt;mso-position-horizontal-relative:page;mso-position-vertical-relative:paragraph;z-index:-1849" coordorigin="710,-206" coordsize="10820,300">
            <v:group style="position:absolute;left:725;top:-166;width:962;height:220" coordorigin="725,-166" coordsize="962,220">
              <v:shape style="position:absolute;left:725;top:-166;width:962;height:220" coordorigin="725,-166" coordsize="962,220" path="m725,-166l1687,-166,1687,54,725,54,725,-166e" filled="t" fillcolor="#E6E6E6" stroked="f">
                <v:path arrowok="t"/>
                <v:fill/>
              </v:shape>
            </v:group>
            <v:group style="position:absolute;left:717;top:-199;width:975;height:2" coordorigin="717,-199" coordsize="975,2">
              <v:shape style="position:absolute;left:717;top:-199;width:975;height:2" coordorigin="717,-199" coordsize="975,0" path="m718,-199l1694,-199e" filled="f" stroked="t" strokeweight=".666667pt" strokecolor="#E6E6E6">
                <v:path arrowok="t"/>
              </v:shape>
            </v:group>
            <v:group style="position:absolute;left:723;top:-173;width:965;height:2" coordorigin="723,-173" coordsize="965,2">
              <v:shape style="position:absolute;left:723;top:-173;width:965;height:2" coordorigin="723,-173" coordsize="965,0" path="m732,-173l1697,-173e" filled="f" stroked="t" strokeweight=".666667pt" strokecolor="#E6E6E6">
                <v:path arrowok="t"/>
              </v:shape>
            </v:group>
            <v:group style="position:absolute;left:723;top:61;width:965;height:2" coordorigin="723,61" coordsize="965,2">
              <v:shape style="position:absolute;left:723;top:61;width:965;height:2" coordorigin="723,61" coordsize="965,0" path="m727,61l1692,61e" filled="f" stroked="t" strokeweight=".666667pt" strokecolor="#E6E6E6">
                <v:path arrowok="t"/>
              </v:shape>
            </v:group>
            <v:group style="position:absolute;left:720;top:-186;width:2;height:260" coordorigin="720,-186" coordsize="2,260">
              <v:shape style="position:absolute;left:720;top:-186;width:2;height:260" coordorigin="720,-186" coordsize="0,260" path="m720,-166l720,94e" filled="f" stroked="t" strokeweight=".5pt" strokecolor="#FFFFFF">
                <v:path arrowok="t"/>
              </v:shape>
            </v:group>
            <v:group style="position:absolute;left:1697;top:-166;width:1286;height:220" coordorigin="1697,-166" coordsize="1286,220">
              <v:shape style="position:absolute;left:1697;top:-166;width:1286;height:220" coordorigin="1697,-166" coordsize="1286,220" path="m1697,-166l2983,-166,2983,54,1697,54,1697,-166e" filled="t" fillcolor="#E6E6E6" stroked="f">
                <v:path arrowok="t"/>
                <v:fill/>
              </v:shape>
            </v:group>
            <v:group style="position:absolute;left:1692;top:-199;width:1296;height:2" coordorigin="1692,-199" coordsize="1296,2">
              <v:shape style="position:absolute;left:1692;top:-199;width:1296;height:2" coordorigin="1692,-199" coordsize="1296,0" path="m1692,-199l2988,-199e" filled="f" stroked="t" strokeweight=".666667pt" strokecolor="#E6E6E6">
                <v:path arrowok="t"/>
              </v:shape>
            </v:group>
            <v:group style="position:absolute;left:1695;top:-173;width:1289;height:2" coordorigin="1695,-173" coordsize="1289,2">
              <v:shape style="position:absolute;left:1695;top:-173;width:1289;height:2" coordorigin="1695,-173" coordsize="1289,0" path="m1699,-173l2988,-173e" filled="f" stroked="t" strokeweight=".666667pt" strokecolor="#E6E6E6">
                <v:path arrowok="t"/>
              </v:shape>
            </v:group>
            <v:group style="position:absolute;left:1695;top:61;width:1289;height:2" coordorigin="1695,61" coordsize="1289,2">
              <v:shape style="position:absolute;left:1695;top:61;width:1289;height:2" coordorigin="1695,61" coordsize="1289,0" path="m1699,61l2988,61e" filled="f" stroked="t" strokeweight=".666667pt" strokecolor="#E6E6E6">
                <v:path arrowok="t"/>
              </v:shape>
            </v:group>
            <v:group style="position:absolute;left:2993;top:-166;width:1718;height:220" coordorigin="2993,-166" coordsize="1718,220">
              <v:shape style="position:absolute;left:2993;top:-166;width:1718;height:220" coordorigin="2993,-166" coordsize="1718,220" path="m2993,-166l4711,-166,4711,54,2993,54,2993,-166e" filled="t" fillcolor="#E6E6E6" stroked="f">
                <v:path arrowok="t"/>
                <v:fill/>
              </v:shape>
            </v:group>
            <v:group style="position:absolute;left:2988;top:-199;width:1728;height:2" coordorigin="2988,-199" coordsize="1728,2">
              <v:shape style="position:absolute;left:2988;top:-199;width:1728;height:2" coordorigin="2988,-199" coordsize="1728,0" path="m2988,-199l4716,-199e" filled="f" stroked="t" strokeweight=".666667pt" strokecolor="#E6E6E6">
                <v:path arrowok="t"/>
              </v:shape>
            </v:group>
            <v:group style="position:absolute;left:2991;top:-173;width:1721;height:2" coordorigin="2991,-173" coordsize="1721,2">
              <v:shape style="position:absolute;left:2991;top:-173;width:1721;height:2" coordorigin="2991,-173" coordsize="1721,0" path="m2995,-173l4716,-173e" filled="f" stroked="t" strokeweight=".666667pt" strokecolor="#E6E6E6">
                <v:path arrowok="t"/>
              </v:shape>
            </v:group>
            <v:group style="position:absolute;left:2991;top:61;width:1721;height:2" coordorigin="2991,61" coordsize="1721,2">
              <v:shape style="position:absolute;left:2991;top:61;width:1721;height:2" coordorigin="2991,61" coordsize="1721,0" path="m2995,61l4716,61e" filled="f" stroked="t" strokeweight=".666667pt" strokecolor="#E6E6E6">
                <v:path arrowok="t"/>
              </v:shape>
            </v:group>
            <v:group style="position:absolute;left:4721;top:-166;width:1718;height:220" coordorigin="4721,-166" coordsize="1718,220">
              <v:shape style="position:absolute;left:4721;top:-166;width:1718;height:220" coordorigin="4721,-166" coordsize="1718,220" path="m4721,-166l6439,-166,6439,54,4721,54,4721,-166e" filled="t" fillcolor="#E6E6E6" stroked="f">
                <v:path arrowok="t"/>
                <v:fill/>
              </v:shape>
            </v:group>
            <v:group style="position:absolute;left:4716;top:-199;width:1728;height:2" coordorigin="4716,-199" coordsize="1728,2">
              <v:shape style="position:absolute;left:4716;top:-199;width:1728;height:2" coordorigin="4716,-199" coordsize="1728,0" path="m4716,-199l6444,-199e" filled="f" stroked="t" strokeweight=".666667pt" strokecolor="#E6E6E6">
                <v:path arrowok="t"/>
              </v:shape>
            </v:group>
            <v:group style="position:absolute;left:4719;top:-173;width:1721;height:2" coordorigin="4719,-173" coordsize="1721,2">
              <v:shape style="position:absolute;left:4719;top:-173;width:1721;height:2" coordorigin="4719,-173" coordsize="1721,0" path="m4723,-173l6444,-173e" filled="f" stroked="t" strokeweight=".666667pt" strokecolor="#E6E6E6">
                <v:path arrowok="t"/>
              </v:shape>
            </v:group>
            <v:group style="position:absolute;left:4719;top:61;width:1721;height:2" coordorigin="4719,61" coordsize="1721,2">
              <v:shape style="position:absolute;left:4719;top:61;width:1721;height:2" coordorigin="4719,61" coordsize="1721,0" path="m4723,61l6444,61e" filled="f" stroked="t" strokeweight=".666667pt" strokecolor="#E6E6E6">
                <v:path arrowok="t"/>
              </v:shape>
            </v:group>
            <v:group style="position:absolute;left:6449;top:-166;width:1502;height:220" coordorigin="6449,-166" coordsize="1502,220">
              <v:shape style="position:absolute;left:6449;top:-166;width:1502;height:220" coordorigin="6449,-166" coordsize="1502,220" path="m6449,-166l7951,-166,7951,54,6449,54,6449,-166e" filled="t" fillcolor="#E6E6E6" stroked="f">
                <v:path arrowok="t"/>
                <v:fill/>
              </v:shape>
            </v:group>
            <v:group style="position:absolute;left:6444;top:-199;width:1512;height:2" coordorigin="6444,-199" coordsize="1512,2">
              <v:shape style="position:absolute;left:6444;top:-199;width:1512;height:2" coordorigin="6444,-199" coordsize="1512,0" path="m6444,-199l7956,-199e" filled="f" stroked="t" strokeweight=".666667pt" strokecolor="#E6E6E6">
                <v:path arrowok="t"/>
              </v:shape>
            </v:group>
            <v:group style="position:absolute;left:6447;top:-173;width:1505;height:2" coordorigin="6447,-173" coordsize="1505,2">
              <v:shape style="position:absolute;left:6447;top:-173;width:1505;height:2" coordorigin="6447,-173" coordsize="1505,0" path="m6451,-173l7956,-173e" filled="f" stroked="t" strokeweight=".666667pt" strokecolor="#E6E6E6">
                <v:path arrowok="t"/>
              </v:shape>
            </v:group>
            <v:group style="position:absolute;left:6447;top:61;width:1505;height:2" coordorigin="6447,61" coordsize="1505,2">
              <v:shape style="position:absolute;left:6447;top:61;width:1505;height:2" coordorigin="6447,61" coordsize="1505,0" path="m6451,61l7956,61e" filled="f" stroked="t" strokeweight=".666667pt" strokecolor="#E6E6E6">
                <v:path arrowok="t"/>
              </v:shape>
            </v:group>
            <v:group style="position:absolute;left:7961;top:-166;width:1178;height:220" coordorigin="7961,-166" coordsize="1178,220">
              <v:shape style="position:absolute;left:7961;top:-166;width:1178;height:220" coordorigin="7961,-166" coordsize="1178,220" path="m7961,-166l9139,-166,9139,54,7961,54,7961,-166e" filled="t" fillcolor="#E6E6E6" stroked="f">
                <v:path arrowok="t"/>
                <v:fill/>
              </v:shape>
            </v:group>
            <v:group style="position:absolute;left:7956;top:-199;width:1188;height:2" coordorigin="7956,-199" coordsize="1188,2">
              <v:shape style="position:absolute;left:7956;top:-199;width:1188;height:2" coordorigin="7956,-199" coordsize="1188,0" path="m7956,-199l9144,-199e" filled="f" stroked="t" strokeweight=".666667pt" strokecolor="#E6E6E6">
                <v:path arrowok="t"/>
              </v:shape>
            </v:group>
            <v:group style="position:absolute;left:7959;top:-173;width:1181;height:2" coordorigin="7959,-173" coordsize="1181,2">
              <v:shape style="position:absolute;left:7959;top:-173;width:1181;height:2" coordorigin="7959,-173" coordsize="1181,0" path="m7963,-173l9144,-173e" filled="f" stroked="t" strokeweight=".666667pt" strokecolor="#E6E6E6">
                <v:path arrowok="t"/>
              </v:shape>
            </v:group>
            <v:group style="position:absolute;left:7959;top:61;width:1181;height:2" coordorigin="7959,61" coordsize="1181,2">
              <v:shape style="position:absolute;left:7959;top:61;width:1181;height:2" coordorigin="7959,61" coordsize="1181,0" path="m7963,61l9144,61e" filled="f" stroked="t" strokeweight=".666667pt" strokecolor="#E6E6E6">
                <v:path arrowok="t"/>
              </v:shape>
            </v:group>
            <v:group style="position:absolute;left:9149;top:-166;width:1394;height:220" coordorigin="9149,-166" coordsize="1394,220">
              <v:shape style="position:absolute;left:9149;top:-166;width:1394;height:220" coordorigin="9149,-166" coordsize="1394,220" path="m9149,-166l10543,-166,10543,54,9149,54,9149,-166e" filled="t" fillcolor="#E6E6E6" stroked="f">
                <v:path arrowok="t"/>
                <v:fill/>
              </v:shape>
            </v:group>
            <v:group style="position:absolute;left:9144;top:-199;width:1404;height:2" coordorigin="9144,-199" coordsize="1404,2">
              <v:shape style="position:absolute;left:9144;top:-199;width:1404;height:2" coordorigin="9144,-199" coordsize="1404,0" path="m9144,-199l10548,-199e" filled="f" stroked="t" strokeweight=".666667pt" strokecolor="#E6E6E6">
                <v:path arrowok="t"/>
              </v:shape>
            </v:group>
            <v:group style="position:absolute;left:9147;top:-173;width:1397;height:2" coordorigin="9147,-173" coordsize="1397,2">
              <v:shape style="position:absolute;left:9147;top:-173;width:1397;height:2" coordorigin="9147,-173" coordsize="1397,0" path="m9151,-173l10548,-173e" filled="f" stroked="t" strokeweight=".666667pt" strokecolor="#E6E6E6">
                <v:path arrowok="t"/>
              </v:shape>
            </v:group>
            <v:group style="position:absolute;left:9147;top:61;width:1397;height:2" coordorigin="9147,61" coordsize="1397,2">
              <v:shape style="position:absolute;left:9147;top:61;width:1397;height:2" coordorigin="9147,61" coordsize="1397,0" path="m9151,61l10548,61e" filled="f" stroked="t" strokeweight=".666667pt" strokecolor="#E6E6E6">
                <v:path arrowok="t"/>
              </v:shape>
            </v:group>
            <v:group style="position:absolute;left:10553;top:-166;width:962;height:220" coordorigin="10553,-166" coordsize="962,220">
              <v:shape style="position:absolute;left:10553;top:-166;width:962;height:220" coordorigin="10553,-166" coordsize="962,220" path="m10553,-166l11515,-166,11515,54,10553,54,10553,-166e" filled="t" fillcolor="#E6E6E6" stroked="f">
                <v:path arrowok="t"/>
                <v:fill/>
              </v:shape>
            </v:group>
            <v:group style="position:absolute;left:10548;top:-199;width:975;height:2" coordorigin="10548,-199" coordsize="975,2">
              <v:shape style="position:absolute;left:10548;top:-199;width:975;height:2" coordorigin="10548,-199" coordsize="975,0" path="m10548,-199l11523,-199e" filled="f" stroked="t" strokeweight=".666667pt" strokecolor="#E6E6E6">
                <v:path arrowok="t"/>
              </v:shape>
            </v:group>
            <v:group style="position:absolute;left:10551;top:-173;width:965;height:2" coordorigin="10551,-173" coordsize="965,2">
              <v:shape style="position:absolute;left:10551;top:-173;width:965;height:2" coordorigin="10551,-173" coordsize="965,0" path="m10555,-173l11520,-173e" filled="f" stroked="t" strokeweight=".666667pt" strokecolor="#E6E6E6">
                <v:path arrowok="t"/>
              </v:shape>
            </v:group>
            <v:group style="position:absolute;left:11520;top:-186;width:2;height:260" coordorigin="11520,-186" coordsize="2,260">
              <v:shape style="position:absolute;left:11520;top:-186;width:2;height:260" coordorigin="11520,-186" coordsize="0,260" path="m11520,-166l11520,94e" filled="f" stroked="t" strokeweight=".5pt" strokecolor="#FFFFFF">
                <v:path arrowok="t"/>
              </v:shape>
            </v:group>
            <v:group style="position:absolute;left:10551;top:61;width:965;height:2" coordorigin="10551,61" coordsize="965,2">
              <v:shape style="position:absolute;left:10551;top:61;width:965;height:2" coordorigin="10551,61" coordsize="965,0" path="m10555,61l11520,61e" filled="f" stroked="t" strokeweight=".666667pt" strokecolor="#E6E6E6">
                <v:path arrowok="t"/>
              </v:shape>
            </v:group>
            <v:group style="position:absolute;left:720;top:87;width:10800;height:2" coordorigin="720,87" coordsize="10800,2">
              <v:shape style="position:absolute;left:720;top:87;width:10800;height:2" coordorigin="720,87" coordsize="10800,0" path="m720,87l11520,87e" filled="f" stroked="t" strokeweight=".66669pt" strokecolor="#E6E6E6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10.873922pt;width:8pt;height:8.0pt;mso-position-horizontal-relative:page;mso-position-vertical-relative:paragraph;z-index:-1847" type="#_x0000_t75">
            <v:imagedata r:id="rId27" o:title=""/>
          </v:shape>
        </w:pict>
      </w:r>
      <w:r>
        <w:rPr/>
        <w:pict>
          <v:shape style="position:absolute;margin-left:532.400024pt;margin-top:11.894922pt;width:7.2pt;height:7.2pt;mso-position-horizontal-relative:page;mso-position-vertical-relative:paragraph;z-index:-1846" type="#_x0000_t75">
            <v:imagedata r:id="rId28" o:title=""/>
          </v:shape>
        </w:pict>
      </w:r>
      <w:hyperlink r:id="rId2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NSR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20100311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Regression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56" w:after="0" w:line="240" w:lineRule="auto"/>
        <w:ind w:left="436"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3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106603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3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(OR*3.0*420)_Dev1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45pt;width:539.999998pt;height:.1pt;mso-position-horizontal-relative:page;mso-position-vertical-relative:paragraph;z-index:-1848" coordorigin="720,165" coordsize="10800,2">
            <v:shape style="position:absolute;left:720;top:165;width:10800;height:2" coordorigin="720,165" coordsize="10800,0" path="m720,165l11520,165e" filled="f" stroked="t" strokeweight=".500023pt" strokecolor="#DFDFDF">
              <v:path arrowok="t"/>
            </v:shape>
          </v:group>
          <w10:wrap type="none"/>
        </w:pict>
      </w:r>
      <w:hyperlink r:id="rId3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0" w:after="0" w:line="169" w:lineRule="exact"/>
        <w:ind w:right="-69"/>
        <w:jc w:val="left"/>
        <w:tabs>
          <w:tab w:pos="1720" w:val="left"/>
          <w:tab w:pos="32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3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Gold1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7" w:after="0" w:line="240" w:lineRule="auto"/>
        <w:ind w:right="-20"/>
        <w:jc w:val="left"/>
        <w:tabs>
          <w:tab w:pos="15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Passed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1850" w:space="618"/>
            <w:col w:w="1494" w:space="234"/>
            <w:col w:w="4228" w:space="200"/>
            <w:col w:w="235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92.199997pt;width:541.000001pt;height:14.999988pt;mso-position-horizontal-relative:page;mso-position-vertical-relative:page;z-index:-1845" coordorigin="710,1844" coordsize="10820,300">
            <v:group style="position:absolute;left:725;top:1884;width:490;height:220" coordorigin="725,1884" coordsize="490,220">
              <v:shape style="position:absolute;left:725;top:1884;width:490;height:220" coordorigin="725,1884" coordsize="490,220" path="m725,1884l1215,1884,1215,2104,725,2104,725,1884e" filled="t" fillcolor="#E6E6E6" stroked="f">
                <v:path arrowok="t"/>
                <v:fill/>
              </v:shape>
            </v:group>
            <v:group style="position:absolute;left:717;top:1851;width:503;height:2" coordorigin="717,1851" coordsize="503,2">
              <v:shape style="position:absolute;left:717;top:1851;width:503;height:2" coordorigin="717,1851" coordsize="503,0" path="m718,1851l1222,1851e" filled="f" stroked="t" strokeweight=".666667pt" strokecolor="#E6E6E6">
                <v:path arrowok="t"/>
              </v:shape>
            </v:group>
            <v:group style="position:absolute;left:723;top:1877;width:493;height:2" coordorigin="723,1877" coordsize="493,2">
              <v:shape style="position:absolute;left:723;top:1877;width:493;height:2" coordorigin="723,1877" coordsize="493,0" path="m732,1877l1225,1877e" filled="f" stroked="t" strokeweight=".666667pt" strokecolor="#E6E6E6">
                <v:path arrowok="t"/>
              </v:shape>
            </v:group>
            <v:group style="position:absolute;left:723;top:2111;width:493;height:2" coordorigin="723,2111" coordsize="493,2">
              <v:shape style="position:absolute;left:723;top:2111;width:493;height:2" coordorigin="723,2111" coordsize="493,0" path="m727,2111l1220,2111e" filled="f" stroked="t" strokeweight=".666667pt" strokecolor="#E6E6E6">
                <v:path arrowok="t"/>
              </v:shape>
            </v:group>
            <v:group style="position:absolute;left:720;top:1864;width:2;height:260" coordorigin="720,1864" coordsize="2,260">
              <v:shape style="position:absolute;left:720;top:1864;width:2;height:260" coordorigin="720,1864" coordsize="0,260" path="m720,1884l720,2144e" filled="f" stroked="t" strokeweight=".5pt" strokecolor="#FFFFFF">
                <v:path arrowok="t"/>
              </v:shape>
            </v:group>
            <v:group style="position:absolute;left:1225;top:1884;width:7890;height:220" coordorigin="1225,1884" coordsize="7890,220">
              <v:shape style="position:absolute;left:1225;top:1884;width:7890;height:220" coordorigin="1225,1884" coordsize="7890,220" path="m1225,1884l9115,1884,9115,2104,1225,2104,1225,1884e" filled="t" fillcolor="#E6E6E6" stroked="f">
                <v:path arrowok="t"/>
                <v:fill/>
              </v:shape>
            </v:group>
            <v:group style="position:absolute;left:1220;top:1851;width:7900;height:2" coordorigin="1220,1851" coordsize="7900,2">
              <v:shape style="position:absolute;left:1220;top:1851;width:7900;height:2" coordorigin="1220,1851" coordsize="7900,0" path="m1220,1851l9120,1851e" filled="f" stroked="t" strokeweight=".666667pt" strokecolor="#E6E6E6">
                <v:path arrowok="t"/>
              </v:shape>
            </v:group>
            <v:group style="position:absolute;left:1223;top:1877;width:7893;height:2" coordorigin="1223,1877" coordsize="7893,2">
              <v:shape style="position:absolute;left:1223;top:1877;width:7893;height:2" coordorigin="1223,1877" coordsize="7893,0" path="m1227,1877l9120,1877e" filled="f" stroked="t" strokeweight=".666667pt" strokecolor="#E6E6E6">
                <v:path arrowok="t"/>
              </v:shape>
            </v:group>
            <v:group style="position:absolute;left:1223;top:2111;width:7893;height:2" coordorigin="1223,2111" coordsize="7893,2">
              <v:shape style="position:absolute;left:1223;top:2111;width:7893;height:2" coordorigin="1223,2111" coordsize="7893,0" path="m1227,2111l9120,2111e" filled="f" stroked="t" strokeweight=".666667pt" strokecolor="#E6E6E6">
                <v:path arrowok="t"/>
              </v:shape>
            </v:group>
            <v:group style="position:absolute;left:9125;top:1884;width:2390;height:220" coordorigin="9125,1884" coordsize="2390,220">
              <v:shape style="position:absolute;left:9125;top:1884;width:2390;height:220" coordorigin="9125,1884" coordsize="2390,220" path="m9125,1884l11515,1884,11515,2104,9125,2104,9125,1884e" filled="t" fillcolor="#E6E6E6" stroked="f">
                <v:path arrowok="t"/>
                <v:fill/>
              </v:shape>
            </v:group>
            <v:group style="position:absolute;left:9120;top:1851;width:2403;height:2" coordorigin="9120,1851" coordsize="2403,2">
              <v:shape style="position:absolute;left:9120;top:1851;width:2403;height:2" coordorigin="9120,1851" coordsize="2403,0" path="m9120,1851l11523,1851e" filled="f" stroked="t" strokeweight=".666667pt" strokecolor="#E6E6E6">
                <v:path arrowok="t"/>
              </v:shape>
            </v:group>
            <v:group style="position:absolute;left:9123;top:1877;width:2393;height:2" coordorigin="9123,1877" coordsize="2393,2">
              <v:shape style="position:absolute;left:9123;top:1877;width:2393;height:2" coordorigin="9123,1877" coordsize="2393,0" path="m9127,1877l11520,1877e" filled="f" stroked="t" strokeweight=".666667pt" strokecolor="#E6E6E6">
                <v:path arrowok="t"/>
              </v:shape>
            </v:group>
            <v:group style="position:absolute;left:11520;top:1864;width:2;height:260" coordorigin="11520,1864" coordsize="2,260">
              <v:shape style="position:absolute;left:11520;top:1864;width:2;height:260" coordorigin="11520,1864" coordsize="0,260" path="m11520,1884l11520,2144e" filled="f" stroked="t" strokeweight=".5pt" strokecolor="#FFFFFF">
                <v:path arrowok="t"/>
              </v:shape>
            </v:group>
            <v:group style="position:absolute;left:9123;top:2111;width:2393;height:2" coordorigin="9123,2111" coordsize="2393,2">
              <v:shape style="position:absolute;left:9123;top:2111;width:2393;height:2" coordorigin="9123,2111" coordsize="2393,0" path="m9127,2111l11520,2111e" filled="f" stroked="t" strokeweight=".666667pt" strokecolor="#E6E6E6">
                <v:path arrowok="t"/>
              </v:shape>
            </v:group>
            <v:group style="position:absolute;left:720;top:2137;width:10800;height:2" coordorigin="720,2137" coordsize="10800,2">
              <v:shape style="position:absolute;left:720;top:2137;width:10800;height:2" coordorigin="720,2137" coordsize="10800,0" path="m720,2137l11520,2137e" filled="f" stroked="t" strokeweight=".66667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51.399994pt;width:541.000001pt;height:14.999976pt;mso-position-horizontal-relative:page;mso-position-vertical-relative:page;z-index:-1844" coordorigin="710,3028" coordsize="10820,300">
            <v:group style="position:absolute;left:725;top:3068;width:5390;height:220" coordorigin="725,3068" coordsize="5390,220">
              <v:shape style="position:absolute;left:725;top:3068;width:5390;height:220" coordorigin="725,3068" coordsize="5390,220" path="m725,3068l6115,3068,6115,3288,725,3288,725,3068e" filled="t" fillcolor="#E6E6E6" stroked="f">
                <v:path arrowok="t"/>
                <v:fill/>
              </v:shape>
            </v:group>
            <v:group style="position:absolute;left:717;top:3035;width:5403;height:2" coordorigin="717,3035" coordsize="5403,2">
              <v:shape style="position:absolute;left:717;top:3035;width:5403;height:2" coordorigin="717,3035" coordsize="5403,0" path="m718,3035l6122,3035e" filled="f" stroked="t" strokeweight=".666667pt" strokecolor="#E6E6E6">
                <v:path arrowok="t"/>
              </v:shape>
            </v:group>
            <v:group style="position:absolute;left:723;top:3061;width:5393;height:2" coordorigin="723,3061" coordsize="5393,2">
              <v:shape style="position:absolute;left:723;top:3061;width:5393;height:2" coordorigin="723,3061" coordsize="5393,0" path="m732,3061l6125,3061e" filled="f" stroked="t" strokeweight=".666667pt" strokecolor="#E6E6E6">
                <v:path arrowok="t"/>
              </v:shape>
            </v:group>
            <v:group style="position:absolute;left:723;top:3295;width:5393;height:2" coordorigin="723,3295" coordsize="5393,2">
              <v:shape style="position:absolute;left:723;top:3295;width:5393;height:2" coordorigin="723,3295" coordsize="5393,0" path="m727,3295l6120,3295e" filled="f" stroked="t" strokeweight=".666667pt" strokecolor="#E6E6E6">
                <v:path arrowok="t"/>
              </v:shape>
            </v:group>
            <v:group style="position:absolute;left:720;top:3048;width:2;height:260" coordorigin="720,3048" coordsize="2,260">
              <v:shape style="position:absolute;left:720;top:3048;width:2;height:260" coordorigin="720,3048" coordsize="0,260" path="m720,3068l720,3328e" filled="f" stroked="t" strokeweight=".5pt" strokecolor="#FFFFFF">
                <v:path arrowok="t"/>
              </v:shape>
            </v:group>
            <v:group style="position:absolute;left:6125;top:3068;width:5390;height:220" coordorigin="6125,3068" coordsize="5390,220">
              <v:shape style="position:absolute;left:6125;top:3068;width:5390;height:220" coordorigin="6125,3068" coordsize="5390,220" path="m6125,3068l11515,3068,11515,3288,6125,3288,6125,3068e" filled="t" fillcolor="#E6E6E6" stroked="f">
                <v:path arrowok="t"/>
                <v:fill/>
              </v:shape>
            </v:group>
            <v:group style="position:absolute;left:6120;top:3035;width:5403;height:2" coordorigin="6120,3035" coordsize="5403,2">
              <v:shape style="position:absolute;left:6120;top:3035;width:5403;height:2" coordorigin="6120,3035" coordsize="5403,0" path="m6120,3035l11523,3035e" filled="f" stroked="t" strokeweight=".666667pt" strokecolor="#E6E6E6">
                <v:path arrowok="t"/>
              </v:shape>
            </v:group>
            <v:group style="position:absolute;left:6123;top:3061;width:5393;height:2" coordorigin="6123,3061" coordsize="5393,2">
              <v:shape style="position:absolute;left:6123;top:3061;width:5393;height:2" coordorigin="6123,3061" coordsize="5393,0" path="m6127,3061l11520,3061e" filled="f" stroked="t" strokeweight=".666667pt" strokecolor="#E6E6E6">
                <v:path arrowok="t"/>
              </v:shape>
            </v:group>
            <v:group style="position:absolute;left:11520;top:3048;width:2;height:260" coordorigin="11520,3048" coordsize="2,260">
              <v:shape style="position:absolute;left:11520;top:3048;width:2;height:260" coordorigin="11520,3048" coordsize="0,260" path="m11520,3068l11520,3328e" filled="f" stroked="t" strokeweight=".5pt" strokecolor="#FFFFFF">
                <v:path arrowok="t"/>
              </v:shape>
            </v:group>
            <v:group style="position:absolute;left:6123;top:3295;width:5393;height:2" coordorigin="6123,3295" coordsize="5393,2">
              <v:shape style="position:absolute;left:6123;top:3295;width:5393;height:2" coordorigin="6123,3295" coordsize="5393,0" path="m6127,3295l11520,3295e" filled="f" stroked="t" strokeweight=".666667pt" strokecolor="#E6E6E6">
                <v:path arrowok="t"/>
              </v:shape>
            </v:group>
            <v:group style="position:absolute;left:720;top:3321;width:10800;height:2" coordorigin="720,3321" coordsize="10800,2">
              <v:shape style="position:absolute;left:720;top:3321;width:10800;height:2" coordorigin="720,3321" coordsize="10800,0" path="m720,3321l11520,3321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843" type="#_x0000_t75">
            <v:imagedata r:id="rId35" o:title=""/>
          </v:shape>
        </w:pict>
      </w:r>
      <w:hyperlink r:id="rId3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90172: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Intake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Change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Medication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Orders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(OR*3.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9471"/>
        <w:jc w:val="both"/>
        <w:rPr>
          <w:rFonts w:ascii="Arial" w:hAnsi="Arial" w:cs="Arial" w:eastAsia="Arial"/>
          <w:sz w:val="30"/>
          <w:szCs w:val="30"/>
        </w:rPr>
      </w:pPr>
      <w:rPr/>
      <w:hyperlink r:id="rId3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0*420)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auto"/>
        <w:ind w:left="100" w:right="2410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9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7:10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3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92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3547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changes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93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933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882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6353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8362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8687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927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937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85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881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34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84.140991pt;width:541.499996pt;height:13.599986pt;mso-position-horizontal-relative:page;mso-position-vertical-relative:page;z-index:-1842" coordorigin="705,7683" coordsize="10830,272">
            <v:group style="position:absolute;left:720;top:7723;width:10800;height:192" coordorigin="720,7723" coordsize="10800,192">
              <v:shape style="position:absolute;left:720;top:7723;width:10800;height:192" coordorigin="720,7723" coordsize="10800,192" path="m720,7723l11520,7723,11520,7915,720,7915,720,7723e" filled="t" fillcolor="#E6E6E6" stroked="f">
                <v:path arrowok="t"/>
                <v:fill/>
              </v:shape>
            </v:group>
            <v:group style="position:absolute;left:712;top:7689;width:10817;height:2" coordorigin="712,7689" coordsize="10817,2">
              <v:shape style="position:absolute;left:712;top:7689;width:10817;height:2" coordorigin="712,7689" coordsize="10817,0" path="m713,7689l11530,7689e" filled="f" stroked="t" strokeweight=".666667pt" strokecolor="#E6E6E6">
                <v:path arrowok="t"/>
              </v:shape>
            </v:group>
            <v:group style="position:absolute;left:718;top:7716;width:10803;height:2" coordorigin="718,7716" coordsize="10803,2">
              <v:shape style="position:absolute;left:718;top:7716;width:10803;height:2" coordorigin="718,7716" coordsize="10803,0" path="m727,7716l11530,7716e" filled="f" stroked="t" strokeweight=".666667pt" strokecolor="#E6E6E6">
                <v:path arrowok="t"/>
              </v:shape>
            </v:group>
            <v:group style="position:absolute;left:11525;top:7703;width:2;height:232" coordorigin="11525,7703" coordsize="2,232">
              <v:shape style="position:absolute;left:11525;top:7703;width:2;height:232" coordorigin="11525,7703" coordsize="0,232" path="m11525,7723l11525,7955e" filled="f" stroked="t" strokeweight=".5pt" strokecolor="#FFFFFF">
                <v:path arrowok="t"/>
              </v:shape>
            </v:group>
            <v:group style="position:absolute;left:718;top:7921;width:10803;height:2" coordorigin="718,7921" coordsize="10803,2">
              <v:shape style="position:absolute;left:718;top:7921;width:10803;height:2" coordorigin="718,7921" coordsize="10803,0" path="m727,7921l11530,7921e" filled="f" stroked="t" strokeweight=".666667pt" strokecolor="#E6E6E6">
                <v:path arrowok="t"/>
              </v:shape>
            </v:group>
            <v:group style="position:absolute;left:712;top:7948;width:10817;height:2" coordorigin="712,7948" coordsize="10817,2">
              <v:shape style="position:absolute;left:712;top:7948;width:10817;height:2" coordorigin="712,7948" coordsize="10817,0" path="m713,7948l11530,7948e" filled="f" stroked="t" strokeweight=".666667pt" strokecolor="#E6E6E6">
                <v:path arrowok="t"/>
              </v:shape>
            </v:group>
            <v:group style="position:absolute;left:715;top:7703;width:2;height:232" coordorigin="715,7703" coordsize="2,232">
              <v:shape style="position:absolute;left:715;top:7703;width:2;height:232" coordorigin="715,7703" coordsize="0,232" path="m715,7723l715,795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29.94101pt;width:541.000001pt;height:15.000001pt;mso-position-horizontal-relative:page;mso-position-vertical-relative:page;z-index:-1841" coordorigin="710,8599" coordsize="10820,300">
            <v:group style="position:absolute;left:725;top:8639;width:10790;height:220" coordorigin="725,8639" coordsize="10790,220">
              <v:shape style="position:absolute;left:725;top:8639;width:10790;height:220" coordorigin="725,8639" coordsize="10790,220" path="m725,8639l11515,8639,11515,8859,725,8859,725,8639e" filled="t" fillcolor="#E6E6E6" stroked="f">
                <v:path arrowok="t"/>
                <v:fill/>
              </v:shape>
            </v:group>
            <v:group style="position:absolute;left:717;top:8605;width:10807;height:2" coordorigin="717,8605" coordsize="10807,2">
              <v:shape style="position:absolute;left:717;top:8605;width:10807;height:2" coordorigin="717,8605" coordsize="10807,0" path="m718,8605l11525,8605e" filled="f" stroked="t" strokeweight=".666667pt" strokecolor="#E6E6E6">
                <v:path arrowok="t"/>
              </v:shape>
            </v:group>
            <v:group style="position:absolute;left:723;top:8632;width:10793;height:2" coordorigin="723,8632" coordsize="10793,2">
              <v:shape style="position:absolute;left:723;top:8632;width:10793;height:2" coordorigin="723,8632" coordsize="10793,0" path="m732,8632l11525,8632e" filled="f" stroked="t" strokeweight=".666667pt" strokecolor="#E6E6E6">
                <v:path arrowok="t"/>
              </v:shape>
            </v:group>
            <v:group style="position:absolute;left:11520;top:8619;width:2;height:260" coordorigin="11520,8619" coordsize="2,260">
              <v:shape style="position:absolute;left:11520;top:8619;width:2;height:260" coordorigin="11520,8619" coordsize="0,260" path="m11520,8639l11520,8899e" filled="f" stroked="t" strokeweight=".5pt" strokecolor="#FFFFFF">
                <v:path arrowok="t"/>
              </v:shape>
            </v:group>
            <v:group style="position:absolute;left:723;top:8865;width:10793;height:2" coordorigin="723,8865" coordsize="10793,2">
              <v:shape style="position:absolute;left:723;top:8865;width:10793;height:2" coordorigin="723,8865" coordsize="10793,0" path="m727,8865l11520,8865e" filled="f" stroked="t" strokeweight=".666667pt" strokecolor="#E6E6E6">
                <v:path arrowok="t"/>
              </v:shape>
            </v:group>
            <v:group style="position:absolute;left:720;top:8619;width:2;height:260" coordorigin="720,8619" coordsize="2,260">
              <v:shape style="position:absolute;left:720;top:8619;width:2;height:260" coordorigin="720,8619" coordsize="0,260" path="m720,8639l720,8899e" filled="f" stroked="t" strokeweight=".5pt" strokecolor="#FFFFFF">
                <v:path arrowok="t"/>
              </v:shape>
            </v:group>
            <v:group style="position:absolute;left:720;top:8892;width:10800;height:2" coordorigin="720,8892" coordsize="10800,2">
              <v:shape style="position:absolute;left:720;top:8892;width:10800;height:2" coordorigin="720,8892" coordsize="10800,0" path="m720,8892l11520,8892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77.140991pt;width:541.000001pt;height:15.000009pt;mso-position-horizontal-relative:page;mso-position-vertical-relative:page;z-index:-1840" coordorigin="710,9543" coordsize="10820,300">
            <v:group style="position:absolute;left:725;top:9583;width:5390;height:220" coordorigin="725,9583" coordsize="5390,220">
              <v:shape style="position:absolute;left:725;top:9583;width:5390;height:220" coordorigin="725,9583" coordsize="5390,220" path="m725,9583l6115,9583,6115,9803,725,9803,725,9583e" filled="t" fillcolor="#E6E6E6" stroked="f">
                <v:path arrowok="t"/>
                <v:fill/>
              </v:shape>
            </v:group>
            <v:group style="position:absolute;left:717;top:9549;width:5403;height:2" coordorigin="717,9549" coordsize="5403,2">
              <v:shape style="position:absolute;left:717;top:9549;width:5403;height:2" coordorigin="717,9549" coordsize="5403,0" path="m718,9549l6122,9549e" filled="f" stroked="t" strokeweight=".666667pt" strokecolor="#E6E6E6">
                <v:path arrowok="t"/>
              </v:shape>
            </v:group>
            <v:group style="position:absolute;left:723;top:9576;width:5393;height:2" coordorigin="723,9576" coordsize="5393,2">
              <v:shape style="position:absolute;left:723;top:9576;width:5393;height:2" coordorigin="723,9576" coordsize="5393,0" path="m732,9576l6125,9576e" filled="f" stroked="t" strokeweight=".666667pt" strokecolor="#E6E6E6">
                <v:path arrowok="t"/>
              </v:shape>
            </v:group>
            <v:group style="position:absolute;left:723;top:9809;width:5393;height:2" coordorigin="723,9809" coordsize="5393,2">
              <v:shape style="position:absolute;left:723;top:9809;width:5393;height:2" coordorigin="723,9809" coordsize="5393,0" path="m727,9809l6120,9809e" filled="f" stroked="t" strokeweight=".666667pt" strokecolor="#E6E6E6">
                <v:path arrowok="t"/>
              </v:shape>
            </v:group>
            <v:group style="position:absolute;left:720;top:9563;width:2;height:260" coordorigin="720,9563" coordsize="2,260">
              <v:shape style="position:absolute;left:720;top:9563;width:2;height:260" coordorigin="720,9563" coordsize="0,260" path="m720,9583l720,9843e" filled="f" stroked="t" strokeweight=".5pt" strokecolor="#FFFFFF">
                <v:path arrowok="t"/>
              </v:shape>
            </v:group>
            <v:group style="position:absolute;left:6125;top:9583;width:5390;height:220" coordorigin="6125,9583" coordsize="5390,220">
              <v:shape style="position:absolute;left:6125;top:9583;width:5390;height:220" coordorigin="6125,9583" coordsize="5390,220" path="m6125,9583l11515,9583,11515,9803,6125,9803,6125,9583e" filled="t" fillcolor="#E6E6E6" stroked="f">
                <v:path arrowok="t"/>
                <v:fill/>
              </v:shape>
            </v:group>
            <v:group style="position:absolute;left:6120;top:9549;width:5403;height:2" coordorigin="6120,9549" coordsize="5403,2">
              <v:shape style="position:absolute;left:6120;top:9549;width:5403;height:2" coordorigin="6120,9549" coordsize="5403,0" path="m6120,9549l11523,9549e" filled="f" stroked="t" strokeweight=".666667pt" strokecolor="#E6E6E6">
                <v:path arrowok="t"/>
              </v:shape>
            </v:group>
            <v:group style="position:absolute;left:6123;top:9576;width:5393;height:2" coordorigin="6123,9576" coordsize="5393,2">
              <v:shape style="position:absolute;left:6123;top:9576;width:5393;height:2" coordorigin="6123,9576" coordsize="5393,0" path="m6127,9576l11520,9576e" filled="f" stroked="t" strokeweight=".666667pt" strokecolor="#E6E6E6">
                <v:path arrowok="t"/>
              </v:shape>
            </v:group>
            <v:group style="position:absolute;left:11520;top:9563;width:2;height:260" coordorigin="11520,9563" coordsize="2,260">
              <v:shape style="position:absolute;left:11520;top:9563;width:2;height:260" coordorigin="11520,9563" coordsize="0,260" path="m11520,9583l11520,9843e" filled="f" stroked="t" strokeweight=".5pt" strokecolor="#FFFFFF">
                <v:path arrowok="t"/>
              </v:shape>
            </v:group>
            <v:group style="position:absolute;left:6123;top:9809;width:5393;height:2" coordorigin="6123,9809" coordsize="5393,2">
              <v:shape style="position:absolute;left:6123;top:9809;width:5393;height:2" coordorigin="6123,9809" coordsize="5393,0" path="m6127,9809l11520,9809e" filled="f" stroked="t" strokeweight=".666667pt" strokecolor="#E6E6E6">
                <v:path arrowok="t"/>
              </v:shape>
            </v:group>
            <v:group style="position:absolute;left:720;top:9836;width:10800;height:2" coordorigin="720,9836" coordsize="10800,2">
              <v:shape style="position:absolute;left:720;top:9836;width:10800;height:2" coordorigin="720,9836" coordsize="10800,0" path="m720,9836l11520,9836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36.440979pt;width:541.000001pt;height:22.606021pt;mso-position-horizontal-relative:page;mso-position-vertical-relative:page;z-index:-1839" coordorigin="710,10729" coordsize="10820,452">
            <v:shape style="position:absolute;left:2143;top:10729;width:585;height:117" type="#_x0000_t75">
              <v:imagedata r:id="rId39" o:title=""/>
            </v:shape>
            <v:group style="position:absolute;left:725;top:10921;width:3590;height:220" coordorigin="725,10921" coordsize="3590,220">
              <v:shape style="position:absolute;left:725;top:10921;width:3590;height:220" coordorigin="725,10921" coordsize="3590,220" path="m725,10921l4315,10921,4315,11141,725,11141,725,10921e" filled="t" fillcolor="#E6E6E6" stroked="f">
                <v:path arrowok="t"/>
                <v:fill/>
              </v:shape>
            </v:group>
            <v:group style="position:absolute;left:717;top:10888;width:3603;height:2" coordorigin="717,10888" coordsize="3603,2">
              <v:shape style="position:absolute;left:717;top:10888;width:3603;height:2" coordorigin="717,10888" coordsize="3603,0" path="m718,10888l4322,10888e" filled="f" stroked="t" strokeweight=".666667pt" strokecolor="#E6E6E6">
                <v:path arrowok="t"/>
              </v:shape>
            </v:group>
            <v:group style="position:absolute;left:723;top:10914;width:3593;height:2" coordorigin="723,10914" coordsize="3593,2">
              <v:shape style="position:absolute;left:723;top:10914;width:3593;height:2" coordorigin="723,10914" coordsize="3593,0" path="m732,10914l4325,10914e" filled="f" stroked="t" strokeweight=".666667pt" strokecolor="#E6E6E6">
                <v:path arrowok="t"/>
              </v:shape>
            </v:group>
            <v:group style="position:absolute;left:723;top:11148;width:3593;height:2" coordorigin="723,11148" coordsize="3593,2">
              <v:shape style="position:absolute;left:723;top:11148;width:3593;height:2" coordorigin="723,11148" coordsize="3593,0" path="m727,11148l4320,11148e" filled="f" stroked="t" strokeweight=".666667pt" strokecolor="#E6E6E6">
                <v:path arrowok="t"/>
              </v:shape>
            </v:group>
            <v:group style="position:absolute;left:720;top:10901;width:2;height:260" coordorigin="720,10901" coordsize="2,260">
              <v:shape style="position:absolute;left:720;top:10901;width:2;height:260" coordorigin="720,10901" coordsize="0,260" path="m720,10921l720,11181e" filled="f" stroked="t" strokeweight=".5pt" strokecolor="#FFFFFF">
                <v:path arrowok="t"/>
              </v:shape>
            </v:group>
            <v:group style="position:absolute;left:4325;top:10921;width:3590;height:220" coordorigin="4325,10921" coordsize="3590,220">
              <v:shape style="position:absolute;left:4325;top:10921;width:3590;height:220" coordorigin="4325,10921" coordsize="3590,220" path="m4325,10921l7915,10921,7915,11141,4325,11141,4325,10921e" filled="t" fillcolor="#E6E6E6" stroked="f">
                <v:path arrowok="t"/>
                <v:fill/>
              </v:shape>
            </v:group>
            <v:group style="position:absolute;left:4320;top:10888;width:3600;height:2" coordorigin="4320,10888" coordsize="3600,2">
              <v:shape style="position:absolute;left:4320;top:10888;width:3600;height:2" coordorigin="4320,10888" coordsize="3600,0" path="m4320,10888l7920,10888e" filled="f" stroked="t" strokeweight=".666667pt" strokecolor="#E6E6E6">
                <v:path arrowok="t"/>
              </v:shape>
            </v:group>
            <v:group style="position:absolute;left:4323;top:10914;width:3593;height:2" coordorigin="4323,10914" coordsize="3593,2">
              <v:shape style="position:absolute;left:4323;top:10914;width:3593;height:2" coordorigin="4323,10914" coordsize="3593,0" path="m4327,10914l7920,10914e" filled="f" stroked="t" strokeweight=".666667pt" strokecolor="#E6E6E6">
                <v:path arrowok="t"/>
              </v:shape>
            </v:group>
            <v:group style="position:absolute;left:4323;top:11148;width:3593;height:2" coordorigin="4323,11148" coordsize="3593,2">
              <v:shape style="position:absolute;left:4323;top:11148;width:3593;height:2" coordorigin="4323,11148" coordsize="3593,0" path="m4327,11148l7920,11148e" filled="f" stroked="t" strokeweight=".666667pt" strokecolor="#E6E6E6">
                <v:path arrowok="t"/>
              </v:shape>
            </v:group>
            <v:group style="position:absolute;left:7925;top:10921;width:3590;height:220" coordorigin="7925,10921" coordsize="3590,220">
              <v:shape style="position:absolute;left:7925;top:10921;width:3590;height:220" coordorigin="7925,10921" coordsize="3590,220" path="m7925,10921l11515,10921,11515,11141,7925,11141,7925,10921e" filled="t" fillcolor="#E6E6E6" stroked="f">
                <v:path arrowok="t"/>
                <v:fill/>
              </v:shape>
            </v:group>
            <v:group style="position:absolute;left:7920;top:10888;width:3603;height:2" coordorigin="7920,10888" coordsize="3603,2">
              <v:shape style="position:absolute;left:7920;top:10888;width:3603;height:2" coordorigin="7920,10888" coordsize="3603,0" path="m7920,10888l11523,10888e" filled="f" stroked="t" strokeweight=".666667pt" strokecolor="#E6E6E6">
                <v:path arrowok="t"/>
              </v:shape>
            </v:group>
            <v:group style="position:absolute;left:7923;top:10914;width:3593;height:2" coordorigin="7923,10914" coordsize="3593,2">
              <v:shape style="position:absolute;left:7923;top:10914;width:3593;height:2" coordorigin="7923,10914" coordsize="3593,0" path="m7927,10914l11520,10914e" filled="f" stroked="t" strokeweight=".666667pt" strokecolor="#E6E6E6">
                <v:path arrowok="t"/>
              </v:shape>
            </v:group>
            <v:group style="position:absolute;left:11520;top:10901;width:2;height:260" coordorigin="11520,10901" coordsize="2,260">
              <v:shape style="position:absolute;left:11520;top:10901;width:2;height:260" coordorigin="11520,10901" coordsize="0,260" path="m11520,10921l11520,11181e" filled="f" stroked="t" strokeweight=".5pt" strokecolor="#FFFFFF">
                <v:path arrowok="t"/>
              </v:shape>
            </v:group>
            <v:group style="position:absolute;left:7923;top:11148;width:3593;height:2" coordorigin="7923,11148" coordsize="3593,2">
              <v:shape style="position:absolute;left:7923;top:11148;width:3593;height:2" coordorigin="7923,11148" coordsize="3593,0" path="m7927,11148l11520,11148e" filled="f" stroked="t" strokeweight=".666667pt" strokecolor="#E6E6E6">
                <v:path arrowok="t"/>
              </v:shape>
            </v:group>
            <v:group style="position:absolute;left:720;top:11174;width:10800;height:2" coordorigin="720,11174" coordsize="10800,2">
              <v:shape style="position:absolute;left:720;top:11174;width:10800;height:2" coordorigin="720,11174" coordsize="10800,0" path="m720,11174l11520,11174e" filled="f" stroked="t" strokeweight=".66666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66.846985pt;width:540.999998pt;height:26.425pt;mso-position-horizontal-relative:page;mso-position-vertical-relative:page;z-index:-1838" coordorigin="710,13337" coordsize="10820,529">
            <v:group style="position:absolute;left:725;top:13377;width:638;height:288" coordorigin="725,13377" coordsize="638,288">
              <v:shape style="position:absolute;left:725;top:13377;width:638;height:288" coordorigin="725,13377" coordsize="638,288" path="m725,13377l1363,13377,1363,13665,725,13665,725,13377e" filled="t" fillcolor="#E6E6E6" stroked="f">
                <v:path arrowok="t"/>
                <v:fill/>
              </v:shape>
            </v:group>
            <v:group style="position:absolute;left:717;top:13344;width:651;height:2" coordorigin="717,13344" coordsize="651,2">
              <v:shape style="position:absolute;left:717;top:13344;width:651;height:2" coordorigin="717,13344" coordsize="651,0" path="m718,13344l1370,13344e" filled="f" stroked="t" strokeweight=".666667pt" strokecolor="#E6E6E6">
                <v:path arrowok="t"/>
              </v:shape>
            </v:group>
            <v:group style="position:absolute;left:723;top:13370;width:641;height:2" coordorigin="723,13370" coordsize="641,2">
              <v:shape style="position:absolute;left:723;top:13370;width:641;height:2" coordorigin="723,13370" coordsize="641,0" path="m732,13370l1373,13370e" filled="f" stroked="t" strokeweight=".666667pt" strokecolor="#E6E6E6">
                <v:path arrowok="t"/>
              </v:shape>
            </v:group>
            <v:group style="position:absolute;left:723;top:13672;width:641;height:2" coordorigin="723,13672" coordsize="641,2">
              <v:shape style="position:absolute;left:723;top:13672;width:641;height:2" coordorigin="723,13672" coordsize="641,0" path="m727,13672l1368,13672e" filled="f" stroked="t" strokeweight=".666667pt" strokecolor="#E6E6E6">
                <v:path arrowok="t"/>
              </v:shape>
            </v:group>
            <v:group style="position:absolute;left:720;top:13357;width:2;height:328" coordorigin="720,13357" coordsize="2,328">
              <v:shape style="position:absolute;left:720;top:13357;width:2;height:328" coordorigin="720,13357" coordsize="0,328" path="m720,13377l720,13705e" filled="f" stroked="t" strokeweight=".5pt" strokecolor="#FFFFFF">
                <v:path arrowok="t"/>
              </v:shape>
            </v:group>
            <v:group style="position:absolute;left:1373;top:13377;width:2798;height:288" coordorigin="1373,13377" coordsize="2798,288">
              <v:shape style="position:absolute;left:1373;top:13377;width:2798;height:288" coordorigin="1373,13377" coordsize="2798,288" path="m1373,13377l4171,13377,4171,13665,1373,13665,1373,13377e" filled="t" fillcolor="#E6E6E6" stroked="f">
                <v:path arrowok="t"/>
                <v:fill/>
              </v:shape>
            </v:group>
            <v:group style="position:absolute;left:1368;top:13344;width:2808;height:2" coordorigin="1368,13344" coordsize="2808,2">
              <v:shape style="position:absolute;left:1368;top:13344;width:2808;height:2" coordorigin="1368,13344" coordsize="2808,0" path="m1368,13344l4176,13344e" filled="f" stroked="t" strokeweight=".666667pt" strokecolor="#E6E6E6">
                <v:path arrowok="t"/>
              </v:shape>
            </v:group>
            <v:group style="position:absolute;left:1371;top:13370;width:2801;height:2" coordorigin="1371,13370" coordsize="2801,2">
              <v:shape style="position:absolute;left:1371;top:13370;width:2801;height:2" coordorigin="1371,13370" coordsize="2801,0" path="m1375,13370l4176,13370e" filled="f" stroked="t" strokeweight=".666667pt" strokecolor="#E6E6E6">
                <v:path arrowok="t"/>
              </v:shape>
            </v:group>
            <v:group style="position:absolute;left:1371;top:13672;width:2801;height:2" coordorigin="1371,13672" coordsize="2801,2">
              <v:shape style="position:absolute;left:1371;top:13672;width:2801;height:2" coordorigin="1371,13672" coordsize="2801,0" path="m1375,13672l4176,13672e" filled="f" stroked="t" strokeweight=".666667pt" strokecolor="#E6E6E6">
                <v:path arrowok="t"/>
              </v:shape>
            </v:group>
            <v:group style="position:absolute;left:4181;top:13377;width:962;height:288" coordorigin="4181,13377" coordsize="962,288">
              <v:shape style="position:absolute;left:4181;top:13377;width:962;height:288" coordorigin="4181,13377" coordsize="962,288" path="m4181,13377l5143,13377,5143,13665,4181,13665,4181,13377e" filled="t" fillcolor="#E6E6E6" stroked="f">
                <v:path arrowok="t"/>
                <v:fill/>
              </v:shape>
            </v:group>
            <v:group style="position:absolute;left:4176;top:13344;width:972;height:2" coordorigin="4176,13344" coordsize="972,2">
              <v:shape style="position:absolute;left:4176;top:13344;width:972;height:2" coordorigin="4176,13344" coordsize="972,0" path="m4176,13344l5148,13344e" filled="f" stroked="t" strokeweight=".666667pt" strokecolor="#E6E6E6">
                <v:path arrowok="t"/>
              </v:shape>
            </v:group>
            <v:group style="position:absolute;left:4179;top:13370;width:965;height:2" coordorigin="4179,13370" coordsize="965,2">
              <v:shape style="position:absolute;left:4179;top:13370;width:965;height:2" coordorigin="4179,13370" coordsize="965,0" path="m4183,13370l5148,13370e" filled="f" stroked="t" strokeweight=".666667pt" strokecolor="#E6E6E6">
                <v:path arrowok="t"/>
              </v:shape>
            </v:group>
            <v:group style="position:absolute;left:4179;top:13672;width:965;height:2" coordorigin="4179,13672" coordsize="965,2">
              <v:shape style="position:absolute;left:4179;top:13672;width:965;height:2" coordorigin="4179,13672" coordsize="965,0" path="m4183,13672l5148,13672e" filled="f" stroked="t" strokeweight=".666667pt" strokecolor="#E6E6E6">
                <v:path arrowok="t"/>
              </v:shape>
            </v:group>
            <v:group style="position:absolute;left:5153;top:13377;width:1178;height:288" coordorigin="5153,13377" coordsize="1178,288">
              <v:shape style="position:absolute;left:5153;top:13377;width:1178;height:288" coordorigin="5153,13377" coordsize="1178,288" path="m5153,13377l6331,13377,6331,13665,5153,13665,5153,13377e" filled="t" fillcolor="#E6E6E6" stroked="f">
                <v:path arrowok="t"/>
                <v:fill/>
              </v:shape>
            </v:group>
            <v:group style="position:absolute;left:5148;top:13344;width:1188;height:2" coordorigin="5148,13344" coordsize="1188,2">
              <v:shape style="position:absolute;left:5148;top:13344;width:1188;height:2" coordorigin="5148,13344" coordsize="1188,0" path="m5148,13344l6336,13344e" filled="f" stroked="t" strokeweight=".666667pt" strokecolor="#E6E6E6">
                <v:path arrowok="t"/>
              </v:shape>
            </v:group>
            <v:group style="position:absolute;left:5151;top:13370;width:1181;height:2" coordorigin="5151,13370" coordsize="1181,2">
              <v:shape style="position:absolute;left:5151;top:13370;width:1181;height:2" coordorigin="5151,13370" coordsize="1181,0" path="m5155,13370l6336,13370e" filled="f" stroked="t" strokeweight=".666667pt" strokecolor="#E6E6E6">
                <v:path arrowok="t"/>
              </v:shape>
            </v:group>
            <v:group style="position:absolute;left:5151;top:13672;width:1181;height:2" coordorigin="5151,13672" coordsize="1181,2">
              <v:shape style="position:absolute;left:5151;top:13672;width:1181;height:2" coordorigin="5151,13672" coordsize="1181,0" path="m5155,13672l6336,13672e" filled="f" stroked="t" strokeweight=".666667pt" strokecolor="#E6E6E6">
                <v:path arrowok="t"/>
              </v:shape>
            </v:group>
            <v:group style="position:absolute;left:6341;top:13377;width:1178;height:288" coordorigin="6341,13377" coordsize="1178,288">
              <v:shape style="position:absolute;left:6341;top:13377;width:1178;height:288" coordorigin="6341,13377" coordsize="1178,288" path="m6341,13377l7519,13377,7519,13665,6341,13665,6341,13377e" filled="t" fillcolor="#E6E6E6" stroked="f">
                <v:path arrowok="t"/>
                <v:fill/>
              </v:shape>
            </v:group>
            <v:group style="position:absolute;left:6336;top:13344;width:1188;height:2" coordorigin="6336,13344" coordsize="1188,2">
              <v:shape style="position:absolute;left:6336;top:13344;width:1188;height:2" coordorigin="6336,13344" coordsize="1188,0" path="m6336,13344l7524,13344e" filled="f" stroked="t" strokeweight=".666667pt" strokecolor="#E6E6E6">
                <v:path arrowok="t"/>
              </v:shape>
            </v:group>
            <v:group style="position:absolute;left:6339;top:13370;width:1181;height:2" coordorigin="6339,13370" coordsize="1181,2">
              <v:shape style="position:absolute;left:6339;top:13370;width:1181;height:2" coordorigin="6339,13370" coordsize="1181,0" path="m6343,13370l7524,13370e" filled="f" stroked="t" strokeweight=".666667pt" strokecolor="#E6E6E6">
                <v:path arrowok="t"/>
              </v:shape>
            </v:group>
            <v:group style="position:absolute;left:6339;top:13672;width:1181;height:2" coordorigin="6339,13672" coordsize="1181,2">
              <v:shape style="position:absolute;left:6339;top:13672;width:1181;height:2" coordorigin="6339,13672" coordsize="1181,0" path="m6343,13672l7524,13672e" filled="f" stroked="t" strokeweight=".666667pt" strokecolor="#E6E6E6">
                <v:path arrowok="t"/>
              </v:shape>
            </v:group>
            <v:group style="position:absolute;left:7529;top:13377;width:1394;height:288" coordorigin="7529,13377" coordsize="1394,288">
              <v:shape style="position:absolute;left:7529;top:13377;width:1394;height:288" coordorigin="7529,13377" coordsize="1394,288" path="m7529,13377l8923,13377,8923,13665,7529,13665,7529,13377e" filled="t" fillcolor="#E6E6E6" stroked="f">
                <v:path arrowok="t"/>
                <v:fill/>
              </v:shape>
            </v:group>
            <v:group style="position:absolute;left:7524;top:13344;width:1404;height:2" coordorigin="7524,13344" coordsize="1404,2">
              <v:shape style="position:absolute;left:7524;top:13344;width:1404;height:2" coordorigin="7524,13344" coordsize="1404,0" path="m7524,13344l8928,13344e" filled="f" stroked="t" strokeweight=".666667pt" strokecolor="#E6E6E6">
                <v:path arrowok="t"/>
              </v:shape>
            </v:group>
            <v:group style="position:absolute;left:7527;top:13370;width:1397;height:2" coordorigin="7527,13370" coordsize="1397,2">
              <v:shape style="position:absolute;left:7527;top:13370;width:1397;height:2" coordorigin="7527,13370" coordsize="1397,0" path="m7531,13370l8928,13370e" filled="f" stroked="t" strokeweight=".666667pt" strokecolor="#E6E6E6">
                <v:path arrowok="t"/>
              </v:shape>
            </v:group>
            <v:group style="position:absolute;left:7527;top:13672;width:1397;height:2" coordorigin="7527,13672" coordsize="1397,2">
              <v:shape style="position:absolute;left:7527;top:13672;width:1397;height:2" coordorigin="7527,13672" coordsize="1397,0" path="m7531,13672l8928,13672e" filled="f" stroked="t" strokeweight=".666667pt" strokecolor="#E6E6E6">
                <v:path arrowok="t"/>
              </v:shape>
            </v:group>
            <v:group style="position:absolute;left:8933;top:13377;width:1178;height:288" coordorigin="8933,13377" coordsize="1178,288">
              <v:shape style="position:absolute;left:8933;top:13377;width:1178;height:288" coordorigin="8933,13377" coordsize="1178,288" path="m8933,13377l10111,13377,10111,13665,8933,13665,8933,13377e" filled="t" fillcolor="#E6E6E6" stroked="f">
                <v:path arrowok="t"/>
                <v:fill/>
              </v:shape>
            </v:group>
            <v:group style="position:absolute;left:8928;top:13344;width:1188;height:2" coordorigin="8928,13344" coordsize="1188,2">
              <v:shape style="position:absolute;left:8928;top:13344;width:1188;height:2" coordorigin="8928,13344" coordsize="1188,0" path="m8928,13344l10116,13344e" filled="f" stroked="t" strokeweight=".666667pt" strokecolor="#E6E6E6">
                <v:path arrowok="t"/>
              </v:shape>
            </v:group>
            <v:group style="position:absolute;left:8931;top:13370;width:1181;height:2" coordorigin="8931,13370" coordsize="1181,2">
              <v:shape style="position:absolute;left:8931;top:13370;width:1181;height:2" coordorigin="8931,13370" coordsize="1181,0" path="m8935,13370l10116,13370e" filled="f" stroked="t" strokeweight=".666667pt" strokecolor="#E6E6E6">
                <v:path arrowok="t"/>
              </v:shape>
            </v:group>
            <v:group style="position:absolute;left:8931;top:13672;width:1181;height:2" coordorigin="8931,13672" coordsize="1181,2">
              <v:shape style="position:absolute;left:8931;top:13672;width:1181;height:2" coordorigin="8931,13672" coordsize="1181,0" path="m8935,13672l10116,13672e" filled="f" stroked="t" strokeweight=".666667pt" strokecolor="#E6E6E6">
                <v:path arrowok="t"/>
              </v:shape>
            </v:group>
            <v:group style="position:absolute;left:10121;top:13377;width:1394;height:288" coordorigin="10121,13377" coordsize="1394,288">
              <v:shape style="position:absolute;left:10121;top:13377;width:1394;height:288" coordorigin="10121,13377" coordsize="1394,288" path="m10121,13377l11515,13377,11515,13665,10121,13665,10121,13377e" filled="t" fillcolor="#E6E6E6" stroked="f">
                <v:path arrowok="t"/>
                <v:fill/>
              </v:shape>
            </v:group>
            <v:group style="position:absolute;left:10116;top:13344;width:1407;height:2" coordorigin="10116,13344" coordsize="1407,2">
              <v:shape style="position:absolute;left:10116;top:13344;width:1407;height:2" coordorigin="10116,13344" coordsize="1407,0" path="m10116,13344l11523,13344e" filled="f" stroked="t" strokeweight=".666667pt" strokecolor="#E6E6E6">
                <v:path arrowok="t"/>
              </v:shape>
            </v:group>
            <v:group style="position:absolute;left:10119;top:13370;width:1397;height:2" coordorigin="10119,13370" coordsize="1397,2">
              <v:shape style="position:absolute;left:10119;top:13370;width:1397;height:2" coordorigin="10119,13370" coordsize="1397,0" path="m10123,13370l11520,13370e" filled="f" stroked="t" strokeweight=".666667pt" strokecolor="#E6E6E6">
                <v:path arrowok="t"/>
              </v:shape>
            </v:group>
            <v:group style="position:absolute;left:11520;top:13357;width:2;height:328" coordorigin="11520,13357" coordsize="2,328">
              <v:shape style="position:absolute;left:11520;top:13357;width:2;height:328" coordorigin="11520,13357" coordsize="0,328" path="m11520,13377l11520,13705e" filled="f" stroked="t" strokeweight=".5pt" strokecolor="#FFFFFF">
                <v:path arrowok="t"/>
              </v:shape>
            </v:group>
            <v:group style="position:absolute;left:10119;top:13672;width:1397;height:2" coordorigin="10119,13672" coordsize="1397,2">
              <v:shape style="position:absolute;left:10119;top:13672;width:1397;height:2" coordorigin="10119,13672" coordsize="1397,0" path="m10123,13672l11520,13672e" filled="f" stroked="t" strokeweight=".666667pt" strokecolor="#E6E6E6">
                <v:path arrowok="t"/>
              </v:shape>
            </v:group>
            <v:group style="position:absolute;left:720;top:13698;width:10800;height:2" coordorigin="720,13698" coordsize="10800,2">
              <v:shape style="position:absolute;left:720;top:13698;width:10800;height:2" coordorigin="720,13698" coordsize="10800,0" path="m720,13698l11520,13698e" filled="f" stroked="t" strokeweight=".666676pt" strokecolor="#E6E6E6">
                <v:path arrowok="t"/>
              </v:shape>
              <v:shape style="position:absolute;left:1468;top:13721;width:144;height:144" type="#_x0000_t75">
                <v:imagedata r:id="rId40" o:title=""/>
              </v:shape>
            </v:group>
            <w10:wrap type="none"/>
          </v:group>
        </w:pict>
      </w:r>
      <w:r>
        <w:rPr/>
        <w:pict>
          <v:group style="position:absolute;margin-left:36pt;margin-top:702.789001pt;width:539.999997pt;height:.1pt;mso-position-horizontal-relative:page;mso-position-vertical-relative:page;z-index:-1837" coordorigin="720,14056" coordsize="10800,2">
            <v:shape style="position:absolute;left:720;top:14056;width:10800;height:2" coordorigin="720,14056" coordsize="10800,0" path="m720,14056l11520,14056e" filled="f" stroked="t" strokeweight=".500010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hyperlink r:id="rId4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81486</w:t>
          <w:tab/>
        </w:r>
      </w:hyperlink>
      <w:hyperlink r:id="rId4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Change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2"/>
          </w:rPr>
          <w:t>in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4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18,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407" w:space="249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1836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4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106604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64"/>
        <w:jc w:val="left"/>
        <w:rPr>
          <w:rFonts w:ascii="Arial" w:hAnsi="Arial" w:cs="Arial" w:eastAsia="Arial"/>
          <w:sz w:val="12"/>
          <w:szCs w:val="12"/>
        </w:rPr>
      </w:pPr>
      <w:rPr/>
      <w:hyperlink r:id="rId4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Change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0" w:after="0" w:line="15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4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hyperlink r:id="rId4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in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48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CPRS_Dev1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hyperlink r:id="rId4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Gold1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5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22.644848pt;width:539.999999pt;height:.1pt;mso-position-horizontal-relative:page;mso-position-vertical-relative:paragraph;z-index:-1835" coordorigin="720,453" coordsize="10800,2">
            <v:shape style="position:absolute;left:720;top:453;width:10800;height:2" coordorigin="720,453" coordsize="10800,0" path="m720,453l11520,453e" filled="f" stroked="t" strokeweight=".500098pt" strokecolor="#DFDFDF">
              <v:path arrowok="t"/>
            </v:shape>
          </v:group>
          <w10:wrap type="none"/>
        </w:pict>
      </w:r>
      <w:hyperlink r:id="rId5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Change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Medication</w:t>
        </w:r>
      </w:hyperlink>
      <w:hyperlink r:id="rId5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</w:t>
        </w:r>
      </w:hyperlink>
      <w:hyperlink r:id="rId5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1834" type="#_x0000_t75">
            <v:imagedata r:id="rId54" o:title=""/>
          </v:shape>
        </w:pict>
      </w:r>
      <w:hyperlink r:id="rId5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Passed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10,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1891" w:space="345"/>
            <w:col w:w="3196" w:space="152"/>
            <w:col w:w="934" w:space="146"/>
            <w:col w:w="1034" w:space="262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183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183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97.781982pt;width:541.500003pt;height:13.600017pt;mso-position-horizontal-relative:page;mso-position-vertical-relative:page;z-index:-1830" coordorigin="705,5956" coordsize="10830,272">
            <v:group style="position:absolute;left:720;top:5996;width:10800;height:192" coordorigin="720,5996" coordsize="10800,192">
              <v:shape style="position:absolute;left:720;top:5996;width:10800;height:192" coordorigin="720,5996" coordsize="10800,192" path="m720,5996l11520,5996,11520,6188,720,6188,720,5996e" filled="t" fillcolor="#E6E6E6" stroked="f">
                <v:path arrowok="t"/>
                <v:fill/>
              </v:shape>
            </v:group>
            <v:group style="position:absolute;left:712;top:5962;width:10817;height:2" coordorigin="712,5962" coordsize="10817,2">
              <v:shape style="position:absolute;left:712;top:5962;width:10817;height:2" coordorigin="712,5962" coordsize="10817,0" path="m713,5962l11530,5962e" filled="f" stroked="t" strokeweight=".666667pt" strokecolor="#E6E6E6">
                <v:path arrowok="t"/>
              </v:shape>
            </v:group>
            <v:group style="position:absolute;left:718;top:5989;width:10803;height:2" coordorigin="718,5989" coordsize="10803,2">
              <v:shape style="position:absolute;left:718;top:5989;width:10803;height:2" coordorigin="718,5989" coordsize="10803,0" path="m727,5989l11530,5989e" filled="f" stroked="t" strokeweight=".666667pt" strokecolor="#E6E6E6">
                <v:path arrowok="t"/>
              </v:shape>
            </v:group>
            <v:group style="position:absolute;left:11525;top:5976;width:2;height:232" coordorigin="11525,5976" coordsize="2,232">
              <v:shape style="position:absolute;left:11525;top:5976;width:2;height:232" coordorigin="11525,5976" coordsize="0,232" path="m11525,5996l11525,6228e" filled="f" stroked="t" strokeweight=".5pt" strokecolor="#FFFFFF">
                <v:path arrowok="t"/>
              </v:shape>
            </v:group>
            <v:group style="position:absolute;left:718;top:6194;width:10803;height:2" coordorigin="718,6194" coordsize="10803,2">
              <v:shape style="position:absolute;left:718;top:6194;width:10803;height:2" coordorigin="718,6194" coordsize="10803,0" path="m727,6194l11530,6194e" filled="f" stroked="t" strokeweight=".666667pt" strokecolor="#E6E6E6">
                <v:path arrowok="t"/>
              </v:shape>
            </v:group>
            <v:group style="position:absolute;left:712;top:6221;width:10817;height:2" coordorigin="712,6221" coordsize="10817,2">
              <v:shape style="position:absolute;left:712;top:6221;width:10817;height:2" coordorigin="712,6221" coordsize="10817,0" path="m713,6221l11530,6221e" filled="f" stroked="t" strokeweight=".666667pt" strokecolor="#E6E6E6">
                <v:path arrowok="t"/>
              </v:shape>
            </v:group>
            <v:group style="position:absolute;left:715;top:5976;width:2;height:232" coordorigin="715,5976" coordsize="2,232">
              <v:shape style="position:absolute;left:715;top:5976;width:2;height:232" coordorigin="715,5976" coordsize="0,232" path="m715,5996l715,6228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4.582001pt;width:539.718009pt;height:191.937988pt;mso-position-horizontal-relative:page;mso-position-vertical-relative:page;z-index:-1829" coordorigin="723,6892" coordsize="10794,3839">
            <v:group style="position:absolute;left:728;top:6897;width:10784;height:2" coordorigin="728,6897" coordsize="10784,2">
              <v:shape style="position:absolute;left:728;top:6897;width:10784;height:2" coordorigin="728,6897" coordsize="10784,0" path="m733,6897l11517,6897e" filled="f" stroked="t" strokeweight=".5pt" strokecolor="#000000">
                <v:path arrowok="t"/>
              </v:shape>
            </v:group>
            <v:group style="position:absolute;left:11512;top:6897;width:2;height:3829" coordorigin="11512,6897" coordsize="2,3829">
              <v:shape style="position:absolute;left:11512;top:6897;width:2;height:3829" coordorigin="11512,6897" coordsize="0,3829" path="m11512,6902l11512,10730e" filled="f" stroked="t" strokeweight=".5pt" strokecolor="#000000">
                <v:path arrowok="t"/>
              </v:shape>
            </v:group>
            <v:group style="position:absolute;left:728;top:10725;width:10784;height:2" coordorigin="728,10725" coordsize="10784,2">
              <v:shape style="position:absolute;left:728;top:10725;width:10784;height:2" coordorigin="728,10725" coordsize="10784,0" path="m733,10725l11517,10725e" filled="f" stroked="t" strokeweight=".5pt" strokecolor="#000000">
                <v:path arrowok="t"/>
              </v:shape>
            </v:group>
            <v:group style="position:absolute;left:728;top:6897;width:2;height:3829" coordorigin="728,6897" coordsize="2,3829">
              <v:shape style="position:absolute;left:728;top:6897;width:2;height:3829" coordorigin="728,6897" coordsize="0,3829" path="m728,6902l728,107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4.519958pt;width:539.718009pt;height:172.738007pt;mso-position-horizontal-relative:page;mso-position-vertical-relative:page;z-index:-1828" coordorigin="723,10890" coordsize="10794,3455">
            <v:group style="position:absolute;left:728;top:10895;width:10784;height:2" coordorigin="728,10895" coordsize="10784,2">
              <v:shape style="position:absolute;left:728;top:10895;width:10784;height:2" coordorigin="728,10895" coordsize="10784,0" path="m733,10895l11517,10895e" filled="f" stroked="t" strokeweight=".5pt" strokecolor="#000000">
                <v:path arrowok="t"/>
              </v:shape>
            </v:group>
            <v:group style="position:absolute;left:11512;top:10895;width:2;height:3445" coordorigin="11512,10895" coordsize="2,3445">
              <v:shape style="position:absolute;left:11512;top:10895;width:2;height:3445" coordorigin="11512,10895" coordsize="0,3445" path="m11512,10900l11512,14345e" filled="f" stroked="t" strokeweight=".5pt" strokecolor="#000000">
                <v:path arrowok="t"/>
              </v:shape>
            </v:group>
            <v:group style="position:absolute;left:728;top:14340;width:10784;height:2" coordorigin="728,14340" coordsize="10784,2">
              <v:shape style="position:absolute;left:728;top:14340;width:10784;height:2" coordorigin="728,14340" coordsize="10784,0" path="m733,14340l11517,14340e" filled="f" stroked="t" strokeweight=".5pt" strokecolor="#000000">
                <v:path arrowok="t"/>
              </v:shape>
            </v:group>
            <v:group style="position:absolute;left:728;top:10895;width:2;height:3445" coordorigin="728,10895" coordsize="2,3445">
              <v:shape style="position:absolute;left:728;top:10895;width:2;height:3445" coordorigin="728,10895" coordsize="0,3445" path="m728,10900l728,14345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831" type="#_x0000_t75">
            <v:imagedata r:id="rId57" o:title=""/>
          </v:shape>
        </w:pict>
      </w:r>
      <w:hyperlink r:id="rId5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81486: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Intake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Change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Medication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Orders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(OR*3.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5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0*420)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changes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56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1827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1826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1825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1824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0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appropriate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3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1823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1822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1821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1820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61.468994pt;mso-position-horizontal-relative:page;mso-position-vertical-relative:page;z-index:-1819" coordorigin="723,12691" coordsize="10794,1229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214" coordorigin="11512,12701" coordsize="2,1214">
              <v:shape style="position:absolute;left:11512;top:12701;width:2;height:1214" coordorigin="11512,12701" coordsize="0,1214" path="m11512,12706l11512,13920e" filled="f" stroked="t" strokeweight=".5pt" strokecolor="#000000">
                <v:path arrowok="t"/>
              </v:shape>
            </v:group>
            <v:group style="position:absolute;left:728;top:12701;width:2;height:1214" coordorigin="728,12701" coordsize="2,1214">
              <v:shape style="position:absolute;left:728;top:12701;width:2;height:1214" coordorigin="728,12701" coordsize="0,1214" path="m728,12706l728,1392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4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1818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1817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1816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63.138001pt;mso-position-horizontal-relative:page;mso-position-vertical-relative:page;z-index:-1815" coordorigin="723,10329" coordsize="10794,3263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253" coordorigin="11512,10334" coordsize="2,3253">
              <v:shape style="position:absolute;left:11512;top:10334;width:2;height:3253" coordorigin="11512,10334" coordsize="0,3253" path="m11512,10339l11512,13592e" filled="f" stroked="t" strokeweight=".5pt" strokecolor="#000000">
                <v:path arrowok="t"/>
              </v:shape>
            </v:group>
            <v:group style="position:absolute;left:728;top:13587;width:10784;height:2" coordorigin="728,13587" coordsize="10784,2">
              <v:shape style="position:absolute;left:728;top:13587;width:10784;height:2" coordorigin="728,13587" coordsize="10784,0" path="m733,13587l11517,13587e" filled="f" stroked="t" strokeweight=".5pt" strokecolor="#000000">
                <v:path arrowok="t"/>
              </v:shape>
            </v:group>
            <v:group style="position:absolute;left:728;top:10334;width:2;height:3253" coordorigin="728,10334" coordsize="2,3253">
              <v:shape style="position:absolute;left:728;top:10334;width:2;height:3253" coordorigin="728,10334" coordsize="0,3253" path="m728,10339l728,1359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7.333008pt;width:539.718009pt;height:30.268982pt;mso-position-horizontal-relative:page;mso-position-vertical-relative:page;z-index:-1814" coordorigin="723,13747" coordsize="10794,605">
            <v:group style="position:absolute;left:728;top:13757;width:10784;height:2" coordorigin="728,13757" coordsize="10784,2">
              <v:shape style="position:absolute;left:728;top:13757;width:10784;height:2" coordorigin="728,13757" coordsize="10784,0" path="m733,13757l11517,13757e" filled="f" stroked="t" strokeweight=".5pt" strokecolor="#000000">
                <v:path arrowok="t"/>
              </v:shape>
            </v:group>
            <v:group style="position:absolute;left:11512;top:13757;width:2;height:590" coordorigin="11512,13757" coordsize="2,590">
              <v:shape style="position:absolute;left:11512;top:13757;width:2;height:590" coordorigin="11512,13757" coordsize="0,590" path="m11512,13762l11512,14352e" filled="f" stroked="t" strokeweight=".5pt" strokecolor="#000000">
                <v:path arrowok="t"/>
              </v:shape>
            </v:group>
            <v:group style="position:absolute;left:728;top:13757;width:2;height:590" coordorigin="728,13757" coordsize="2,590">
              <v:shape style="position:absolute;left:728;top:13757;width:2;height:590" coordorigin="728,13757" coordsize="0,590" path="m728,13762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appropriate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1813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1812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63.138pt;mso-position-horizontal-relative:page;mso-position-vertical-relative:page;z-index:-1811" coordorigin="723,7530" coordsize="10794,3263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253" coordorigin="11512,7535" coordsize="2,3253">
              <v:shape style="position:absolute;left:11512;top:7535;width:2;height:3253" coordorigin="11512,7535" coordsize="0,3253" path="m11512,7540l11512,10793e" filled="f" stroked="t" strokeweight=".5pt" strokecolor="#000000">
                <v:path arrowok="t"/>
              </v:shape>
            </v:group>
            <v:group style="position:absolute;left:728;top:10788;width:10784;height:2" coordorigin="728,10788" coordsize="10784,2">
              <v:shape style="position:absolute;left:728;top:10788;width:10784;height:2" coordorigin="728,10788" coordsize="10784,0" path="m733,10788l11517,10788e" filled="f" stroked="t" strokeweight=".5pt" strokecolor="#000000">
                <v:path arrowok="t"/>
              </v:shape>
            </v:group>
            <v:group style="position:absolute;left:728;top:7535;width:2;height:3253" coordorigin="728,7535" coordsize="2,3253">
              <v:shape style="position:absolute;left:728;top:7535;width:2;height:3253" coordorigin="728,7535" coordsize="0,3253" path="m728,7540l728,107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7.644958pt;width:539.718009pt;height:163.138031pt;mso-position-horizontal-relative:page;mso-position-vertical-relative:page;z-index:-1810" coordorigin="723,10953" coordsize="10794,3263">
            <v:group style="position:absolute;left:728;top:10958;width:10784;height:2" coordorigin="728,10958" coordsize="10784,2">
              <v:shape style="position:absolute;left:728;top:10958;width:10784;height:2" coordorigin="728,10958" coordsize="10784,0" path="m733,10958l11517,10958e" filled="f" stroked="t" strokeweight=".5pt" strokecolor="#000000">
                <v:path arrowok="t"/>
              </v:shape>
            </v:group>
            <v:group style="position:absolute;left:11512;top:10958;width:2;height:3253" coordorigin="11512,10958" coordsize="2,3253">
              <v:shape style="position:absolute;left:11512;top:10958;width:2;height:3253" coordorigin="11512,10958" coordsize="0,3253" path="m11512,10963l11512,14216e" filled="f" stroked="t" strokeweight=".5pt" strokecolor="#000000">
                <v:path arrowok="t"/>
              </v:shape>
            </v:group>
            <v:group style="position:absolute;left:728;top:14211;width:10784;height:2" coordorigin="728,14211" coordsize="10784,2">
              <v:shape style="position:absolute;left:728;top:14211;width:10784;height:2" coordorigin="728,14211" coordsize="10784,0" path="m733,14211l11517,14211e" filled="f" stroked="t" strokeweight=".5pt" strokecolor="#000000">
                <v:path arrowok="t"/>
              </v:shape>
            </v:group>
            <v:group style="position:absolute;left:728;top:10958;width:2;height:3253" coordorigin="728,10958" coordsize="2,3253">
              <v:shape style="position:absolute;left:728;top:10958;width:2;height:3253" coordorigin="728,10958" coordsize="0,3253" path="m728,10963l728,142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56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0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Review/Sign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9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1809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1808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1807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26.268982pt;mso-position-horizontal-relative:page;mso-position-vertical-relative:page;z-index:-1806" coordorigin="723,11703" coordsize="10794,252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510" coordorigin="11512,11713" coordsize="2,2510">
              <v:shape style="position:absolute;left:11512;top:11713;width:2;height:2510" coordorigin="11512,11713" coordsize="0,2510" path="m11512,11718l11512,14229e" filled="f" stroked="t" strokeweight=".5pt" strokecolor="#000000">
                <v:path arrowok="t"/>
              </v:shape>
            </v:group>
            <v:group style="position:absolute;left:728;top:11713;width:2;height:2510" coordorigin="728,11713" coordsize="2,2510">
              <v:shape style="position:absolute;left:728;top:11713;width:2;height:2510" coordorigin="728,11713" coordsize="0,2510" path="m728,11718l728,1422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2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04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0.018999pt;mso-position-horizontal-relative:page;mso-position-vertical-relative:page;z-index:-1805" coordorigin="723,1435" coordsize="10794,400">
            <v:group style="position:absolute;left:11512;top:1440;width:2;height:390" coordorigin="11512,1440" coordsize="2,390">
              <v:shape style="position:absolute;left:11512;top:1440;width:2;height:390" coordorigin="11512,1440" coordsize="0,390" path="m11512,1440l11512,1830e" filled="f" stroked="t" strokeweight=".5pt" strokecolor="#000000">
                <v:path arrowok="t"/>
              </v:shape>
            </v:group>
            <v:group style="position:absolute;left:728;top:1830;width:10784;height:2" coordorigin="728,1830" coordsize="10784,2">
              <v:shape style="position:absolute;left:728;top:1830;width:10784;height:2" coordorigin="728,1830" coordsize="10784,0" path="m733,1830l11517,1830e" filled="f" stroked="t" strokeweight=".5pt" strokecolor="#000000">
                <v:path arrowok="t"/>
              </v:shape>
            </v:group>
            <v:group style="position:absolute;left:728;top:1440;width:2;height:390" coordorigin="728,1440" coordsize="2,390">
              <v:shape style="position:absolute;left:728;top:1440;width:2;height:390" coordorigin="728,1440" coordsize="0,390" path="m728,1440l728,18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23.969002pt;width:540.999001pt;height:15.000024pt;mso-position-horizontal-relative:page;mso-position-vertical-relative:page;z-index:-1804" coordorigin="710,2479" coordsize="10820,300">
            <v:group style="position:absolute;left:725;top:2519;width:990;height:220" coordorigin="725,2519" coordsize="990,220">
              <v:shape style="position:absolute;left:725;top:2519;width:990;height:220" coordorigin="725,2519" coordsize="990,220" path="m725,2519l1715,2519,1715,2739,725,2739,725,2519e" filled="t" fillcolor="#E6E6E6" stroked="f">
                <v:path arrowok="t"/>
                <v:fill/>
              </v:shape>
            </v:group>
            <v:group style="position:absolute;left:717;top:2486;width:1003;height:2" coordorigin="717,2486" coordsize="1003,2">
              <v:shape style="position:absolute;left:717;top:2486;width:1003;height:2" coordorigin="717,2486" coordsize="1003,0" path="m718,2486l1722,2486e" filled="f" stroked="t" strokeweight=".666667pt" strokecolor="#E6E6E6">
                <v:path arrowok="t"/>
              </v:shape>
            </v:group>
            <v:group style="position:absolute;left:723;top:2513;width:993;height:2" coordorigin="723,2513" coordsize="993,2">
              <v:shape style="position:absolute;left:723;top:2513;width:993;height:2" coordorigin="723,2513" coordsize="993,0" path="m732,2513l1725,2513e" filled="f" stroked="t" strokeweight=".666667pt" strokecolor="#E6E6E6">
                <v:path arrowok="t"/>
              </v:shape>
            </v:group>
            <v:group style="position:absolute;left:723;top:2746;width:993;height:2" coordorigin="723,2746" coordsize="993,2">
              <v:shape style="position:absolute;left:723;top:2746;width:993;height:2" coordorigin="723,2746" coordsize="993,0" path="m727,2746l1720,2746e" filled="f" stroked="t" strokeweight=".666667pt" strokecolor="#E6E6E6">
                <v:path arrowok="t"/>
              </v:shape>
            </v:group>
            <v:group style="position:absolute;left:720;top:2499;width:2;height:260" coordorigin="720,2499" coordsize="2,260">
              <v:shape style="position:absolute;left:720;top:2499;width:2;height:260" coordorigin="720,2499" coordsize="0,260" path="m720,2519l720,2779e" filled="f" stroked="t" strokeweight=".5pt" strokecolor="#FFFFFF">
                <v:path arrowok="t"/>
              </v:shape>
            </v:group>
            <v:group style="position:absolute;left:1725;top:2519;width:2257;height:220" coordorigin="1725,2519" coordsize="2257,220">
              <v:shape style="position:absolute;left:1725;top:2519;width:2257;height:220" coordorigin="1725,2519" coordsize="2257,220" path="m1725,2519l3982,2519,3982,2739,1725,2739,1725,2519e" filled="t" fillcolor="#E6E6E6" stroked="f">
                <v:path arrowok="t"/>
                <v:fill/>
              </v:shape>
            </v:group>
            <v:group style="position:absolute;left:1720;top:2486;width:2267;height:2" coordorigin="1720,2486" coordsize="2267,2">
              <v:shape style="position:absolute;left:1720;top:2486;width:2267;height:2" coordorigin="1720,2486" coordsize="2267,0" path="m1720,2486l3987,2486e" filled="f" stroked="t" strokeweight=".666667pt" strokecolor="#E6E6E6">
                <v:path arrowok="t"/>
              </v:shape>
            </v:group>
            <v:group style="position:absolute;left:1723;top:2513;width:2260;height:2" coordorigin="1723,2513" coordsize="2260,2">
              <v:shape style="position:absolute;left:1723;top:2513;width:2260;height:2" coordorigin="1723,2513" coordsize="2260,0" path="m1727,2513l3987,2513e" filled="f" stroked="t" strokeweight=".666667pt" strokecolor="#E6E6E6">
                <v:path arrowok="t"/>
              </v:shape>
            </v:group>
            <v:group style="position:absolute;left:1723;top:2746;width:2260;height:2" coordorigin="1723,2746" coordsize="2260,2">
              <v:shape style="position:absolute;left:1723;top:2746;width:2260;height:2" coordorigin="1723,2746" coordsize="2260,0" path="m1727,2746l3987,2746e" filled="f" stroked="t" strokeweight=".666667pt" strokecolor="#E6E6E6">
                <v:path arrowok="t"/>
              </v:shape>
            </v:group>
            <v:group style="position:absolute;left:3992;top:2519;width:2990;height:220" coordorigin="3992,2519" coordsize="2990,220">
              <v:shape style="position:absolute;left:3992;top:2519;width:2990;height:220" coordorigin="3992,2519" coordsize="2990,220" path="m3992,2519l6982,2519,6982,2739,3992,2739,3992,2519e" filled="t" fillcolor="#E6E6E6" stroked="f">
                <v:path arrowok="t"/>
                <v:fill/>
              </v:shape>
            </v:group>
            <v:group style="position:absolute;left:3987;top:2486;width:3000;height:2" coordorigin="3987,2486" coordsize="3000,2">
              <v:shape style="position:absolute;left:3987;top:2486;width:3000;height:2" coordorigin="3987,2486" coordsize="3000,0" path="m3987,2486l6987,2486e" filled="f" stroked="t" strokeweight=".666667pt" strokecolor="#E6E6E6">
                <v:path arrowok="t"/>
              </v:shape>
            </v:group>
            <v:group style="position:absolute;left:3990;top:2513;width:2993;height:2" coordorigin="3990,2513" coordsize="2993,2">
              <v:shape style="position:absolute;left:3990;top:2513;width:2993;height:2" coordorigin="3990,2513" coordsize="2993,0" path="m3993,2513l6987,2513e" filled="f" stroked="t" strokeweight=".666667pt" strokecolor="#E6E6E6">
                <v:path arrowok="t"/>
              </v:shape>
            </v:group>
            <v:group style="position:absolute;left:3990;top:2746;width:2993;height:2" coordorigin="3990,2746" coordsize="2993,2">
              <v:shape style="position:absolute;left:3990;top:2746;width:2993;height:2" coordorigin="3990,2746" coordsize="2993,0" path="m3993,2746l6987,2746e" filled="f" stroked="t" strokeweight=".666667pt" strokecolor="#E6E6E6">
                <v:path arrowok="t"/>
              </v:shape>
            </v:group>
            <v:group style="position:absolute;left:6992;top:2519;width:2257;height:220" coordorigin="6992,2519" coordsize="2257,220">
              <v:shape style="position:absolute;left:6992;top:2519;width:2257;height:220" coordorigin="6992,2519" coordsize="2257,220" path="m6992,2519l9248,2519,9248,2739,6992,2739,6992,2519e" filled="t" fillcolor="#E6E6E6" stroked="f">
                <v:path arrowok="t"/>
                <v:fill/>
              </v:shape>
            </v:group>
            <v:group style="position:absolute;left:6987;top:2486;width:2267;height:2" coordorigin="6987,2486" coordsize="2267,2">
              <v:shape style="position:absolute;left:6987;top:2486;width:2267;height:2" coordorigin="6987,2486" coordsize="2267,0" path="m6987,2486l9253,2486e" filled="f" stroked="t" strokeweight=".666667pt" strokecolor="#E6E6E6">
                <v:path arrowok="t"/>
              </v:shape>
            </v:group>
            <v:group style="position:absolute;left:6990;top:2513;width:2260;height:2" coordorigin="6990,2513" coordsize="2260,2">
              <v:shape style="position:absolute;left:6990;top:2513;width:2260;height:2" coordorigin="6990,2513" coordsize="2260,0" path="m6993,2513l9253,2513e" filled="f" stroked="t" strokeweight=".666667pt" strokecolor="#E6E6E6">
                <v:path arrowok="t"/>
              </v:shape>
            </v:group>
            <v:group style="position:absolute;left:6990;top:2746;width:2260;height:2" coordorigin="6990,2746" coordsize="2260,2">
              <v:shape style="position:absolute;left:6990;top:2746;width:2260;height:2" coordorigin="6990,2746" coordsize="2260,0" path="m6993,2746l9253,2746e" filled="f" stroked="t" strokeweight=".666667pt" strokecolor="#E6E6E6">
                <v:path arrowok="t"/>
              </v:shape>
            </v:group>
            <v:group style="position:absolute;left:9258;top:2519;width:2257;height:220" coordorigin="9258,2519" coordsize="2257,220">
              <v:shape style="position:absolute;left:9258;top:2519;width:2257;height:220" coordorigin="9258,2519" coordsize="2257,220" path="m9258,2519l11515,2519,11515,2739,9258,2739,9258,2519e" filled="t" fillcolor="#E6E6E6" stroked="f">
                <v:path arrowok="t"/>
                <v:fill/>
              </v:shape>
            </v:group>
            <v:group style="position:absolute;left:9253;top:2486;width:2270;height:2" coordorigin="9253,2486" coordsize="2270,2">
              <v:shape style="position:absolute;left:9253;top:2486;width:2270;height:2" coordorigin="9253,2486" coordsize="2270,0" path="m9253,2486l11523,2486e" filled="f" stroked="t" strokeweight=".666667pt" strokecolor="#E6E6E6">
                <v:path arrowok="t"/>
              </v:shape>
            </v:group>
            <v:group style="position:absolute;left:9257;top:2513;width:2260;height:2" coordorigin="9257,2513" coordsize="2260,2">
              <v:shape style="position:absolute;left:9257;top:2513;width:2260;height:2" coordorigin="9257,2513" coordsize="2260,0" path="m9260,2513l11520,2513e" filled="f" stroked="t" strokeweight=".666667pt" strokecolor="#E6E6E6">
                <v:path arrowok="t"/>
              </v:shape>
            </v:group>
            <v:group style="position:absolute;left:11520;top:2499;width:2;height:260" coordorigin="11520,2499" coordsize="2,260">
              <v:shape style="position:absolute;left:11520;top:2499;width:2;height:260" coordorigin="11520,2499" coordsize="0,260" path="m11520,2519l11520,2779e" filled="f" stroked="t" strokeweight=".5pt" strokecolor="#FFFFFF">
                <v:path arrowok="t"/>
              </v:shape>
            </v:group>
            <v:group style="position:absolute;left:9257;top:2746;width:2260;height:2" coordorigin="9257,2746" coordsize="2260,2">
              <v:shape style="position:absolute;left:9257;top:2746;width:2260;height:2" coordorigin="9257,2746" coordsize="2260,0" path="m9260,2746l11520,2746e" filled="f" stroked="t" strokeweight=".666667pt" strokecolor="#E6E6E6">
                <v:path arrowok="t"/>
              </v:shape>
            </v:group>
            <v:group style="position:absolute;left:720;top:2773;width:10800;height:2" coordorigin="720,2773" coordsize="10800,2">
              <v:shape style="position:absolute;left:720;top:2773;width:10800;height:2" coordorigin="720,2773" coordsize="10800,0" path="m720,2773l11520,2773e" filled="f" stroked="t" strokeweight=".6666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803" type="#_x0000_t75">
            <v:imagedata r:id="rId61" o:title=""/>
          </v:shape>
        </w:pict>
      </w:r>
      <w:hyperlink r:id="rId6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90273: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Intake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Discontinue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Medication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Orders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(OR*3.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9811"/>
        <w:jc w:val="both"/>
        <w:rPr>
          <w:rFonts w:ascii="Arial" w:hAnsi="Arial" w:cs="Arial" w:eastAsia="Arial"/>
          <w:sz w:val="30"/>
          <w:szCs w:val="30"/>
        </w:rPr>
      </w:pPr>
      <w:rPr/>
      <w:hyperlink r:id="rId63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0*420)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auto"/>
        <w:ind w:left="100" w:right="2750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                                                </w:t>
      </w:r>
      <w:r>
        <w:rPr>
          <w:rFonts w:ascii="Arial" w:hAnsi="Arial" w:cs="Arial" w:eastAsia="Arial"/>
          <w:sz w:val="16"/>
          <w:szCs w:val="16"/>
          <w:color w:val="5E5E5E"/>
          <w:spacing w:val="19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7:21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64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956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289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discontinuance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970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967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916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6693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8702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9027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9619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9711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887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91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6pt;height:13.599986pt;mso-position-horizontal-relative:page;mso-position-vertical-relative:paragraph;z-index:-180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pt;width:541.000001pt;height:15.000001pt;mso-position-horizontal-relative:page;mso-position-vertical-relative:paragraph;z-index:-1801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7pt;width:541.000001pt;height:15.000009pt;mso-position-horizontal-relative:page;mso-position-vertical-relative:paragraph;z-index:-1800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21pt;mso-position-horizontal-relative:page;mso-position-vertical-relative:paragraph;z-index:-1799" coordorigin="710,33" coordsize="10820,452">
            <v:shape style="position:absolute;left:2143;top:33;width:585;height:117" type="#_x0000_t75">
              <v:imagedata r:id="rId65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86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63pt;width:540.999998pt;height:26.425pt;mso-position-horizontal-relative:page;mso-position-vertical-relative:paragraph;z-index:-1798" coordorigin="710,429" coordsize="10820,529">
            <v:group style="position:absolute;left:725;top:469;width:638;height:288" coordorigin="725,469" coordsize="638,288">
              <v:shape style="position:absolute;left:725;top:469;width:638;height:288" coordorigin="725,469" coordsize="638,288" path="m725,469l1363,469,1363,757,725,757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764;width:641;height:2" coordorigin="723,764" coordsize="641,2">
              <v:shape style="position:absolute;left:723;top:764;width:641;height:2" coordorigin="723,764" coordsize="641,0" path="m727,764l1368,764e" filled="f" stroked="t" strokeweight=".666667pt" strokecolor="#E6E6E6">
                <v:path arrowok="t"/>
              </v:shape>
            </v:group>
            <v:group style="position:absolute;left:720;top:449;width:2;height:328" coordorigin="720,449" coordsize="2,328">
              <v:shape style="position:absolute;left:720;top:449;width:2;height:328" coordorigin="720,449" coordsize="0,328" path="m720,469l720,797e" filled="f" stroked="t" strokeweight=".5pt" strokecolor="#FFFFFF">
                <v:path arrowok="t"/>
              </v:shape>
            </v:group>
            <v:group style="position:absolute;left:1373;top:469;width:2798;height:288" coordorigin="1373,469" coordsize="2798,288">
              <v:shape style="position:absolute;left:1373;top:469;width:2798;height:288" coordorigin="1373,469" coordsize="2798,288" path="m1373,469l4171,469,4171,757,1373,757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764;width:2801;height:2" coordorigin="1371,764" coordsize="2801,2">
              <v:shape style="position:absolute;left:1371;top:764;width:2801;height:2" coordorigin="1371,764" coordsize="2801,0" path="m1375,764l4176,764e" filled="f" stroked="t" strokeweight=".666667pt" strokecolor="#E6E6E6">
                <v:path arrowok="t"/>
              </v:shape>
            </v:group>
            <v:group style="position:absolute;left:4181;top:469;width:962;height:288" coordorigin="4181,469" coordsize="962,288">
              <v:shape style="position:absolute;left:4181;top:469;width:962;height:288" coordorigin="4181,469" coordsize="962,288" path="m4181,469l5143,469,5143,757,4181,757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764;width:965;height:2" coordorigin="4179,764" coordsize="965,2">
              <v:shape style="position:absolute;left:4179;top:764;width:965;height:2" coordorigin="4179,764" coordsize="965,0" path="m4183,764l5148,764e" filled="f" stroked="t" strokeweight=".666667pt" strokecolor="#E6E6E6">
                <v:path arrowok="t"/>
              </v:shape>
            </v:group>
            <v:group style="position:absolute;left:5153;top:469;width:1178;height:288" coordorigin="5153,469" coordsize="1178,288">
              <v:shape style="position:absolute;left:5153;top:469;width:1178;height:288" coordorigin="5153,469" coordsize="1178,288" path="m5153,469l6331,469,6331,757,5153,757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764;width:1181;height:2" coordorigin="5151,764" coordsize="1181,2">
              <v:shape style="position:absolute;left:5151;top:764;width:1181;height:2" coordorigin="5151,764" coordsize="1181,0" path="m5155,764l6336,764e" filled="f" stroked="t" strokeweight=".666667pt" strokecolor="#E6E6E6">
                <v:path arrowok="t"/>
              </v:shape>
            </v:group>
            <v:group style="position:absolute;left:6341;top:469;width:1178;height:288" coordorigin="6341,469" coordsize="1178,288">
              <v:shape style="position:absolute;left:6341;top:469;width:1178;height:288" coordorigin="6341,469" coordsize="1178,288" path="m6341,469l7519,469,7519,757,6341,757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764;width:1181;height:2" coordorigin="6339,764" coordsize="1181,2">
              <v:shape style="position:absolute;left:6339;top:764;width:1181;height:2" coordorigin="6339,764" coordsize="1181,0" path="m6343,764l7524,764e" filled="f" stroked="t" strokeweight=".666667pt" strokecolor="#E6E6E6">
                <v:path arrowok="t"/>
              </v:shape>
            </v:group>
            <v:group style="position:absolute;left:7529;top:469;width:1394;height:288" coordorigin="7529,469" coordsize="1394,288">
              <v:shape style="position:absolute;left:7529;top:469;width:1394;height:288" coordorigin="7529,469" coordsize="1394,288" path="m7529,469l8923,469,8923,757,7529,757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764;width:1397;height:2" coordorigin="7527,764" coordsize="1397,2">
              <v:shape style="position:absolute;left:7527;top:764;width:1397;height:2" coordorigin="7527,764" coordsize="1397,0" path="m7531,764l8928,764e" filled="f" stroked="t" strokeweight=".666667pt" strokecolor="#E6E6E6">
                <v:path arrowok="t"/>
              </v:shape>
            </v:group>
            <v:group style="position:absolute;left:8933;top:469;width:1178;height:288" coordorigin="8933,469" coordsize="1178,288">
              <v:shape style="position:absolute;left:8933;top:469;width:1178;height:288" coordorigin="8933,469" coordsize="1178,288" path="m8933,469l10111,469,10111,757,8933,757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764;width:1181;height:2" coordorigin="8931,764" coordsize="1181,2">
              <v:shape style="position:absolute;left:8931;top:764;width:1181;height:2" coordorigin="8931,764" coordsize="1181,0" path="m8935,764l10116,764e" filled="f" stroked="t" strokeweight=".666667pt" strokecolor="#E6E6E6">
                <v:path arrowok="t"/>
              </v:shape>
            </v:group>
            <v:group style="position:absolute;left:10121;top:469;width:1394;height:288" coordorigin="10121,469" coordsize="1394,288">
              <v:shape style="position:absolute;left:10121;top:469;width:1394;height:288" coordorigin="10121,469" coordsize="1394,288" path="m10121,469l11515,469,11515,757,10121,757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328" coordorigin="11520,449" coordsize="2,328">
              <v:shape style="position:absolute;left:11520;top:449;width:2;height:328" coordorigin="11520,449" coordsize="0,328" path="m11520,469l11520,797e" filled="f" stroked="t" strokeweight=".5pt" strokecolor="#FFFFFF">
                <v:path arrowok="t"/>
              </v:shape>
            </v:group>
            <v:group style="position:absolute;left:10119;top:764;width:1397;height:2" coordorigin="10119,764" coordsize="1397,2">
              <v:shape style="position:absolute;left:10119;top:764;width:1397;height:2" coordorigin="10119,764" coordsize="1397,0" path="m10123,764l11520,764e" filled="f" stroked="t" strokeweight=".666667pt" strokecolor="#E6E6E6">
                <v:path arrowok="t"/>
              </v:shape>
            </v:group>
            <v:group style="position:absolute;left:720;top:790;width:10800;height:2" coordorigin="720,790" coordsize="10800,2">
              <v:shape style="position:absolute;left:720;top:790;width:10800;height:2" coordorigin="720,790" coordsize="10800,0" path="m720,790l11520,790e" filled="f" stroked="t" strokeweight=".666676pt" strokecolor="#E6E6E6">
                <v:path arrowok="t"/>
              </v:shape>
              <v:shape style="position:absolute;left:1468;top:814;width:144;height:144" type="#_x0000_t75">
                <v:imagedata r:id="rId66" o:title="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43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760"/>
          <w:footerReference w:type="default" r:id="rId60"/>
          <w:pgSz w:w="12240" w:h="15840"/>
        </w:sectPr>
      </w:pPr>
      <w:rPr/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144" w:lineRule="exact"/>
        <w:ind w:left="848" w:right="-44" w:firstLine="-541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5.27699pt;width:539.999997pt;height:.1pt;mso-position-horizontal-relative:page;mso-position-vertical-relative:paragraph;z-index:-1797" coordorigin="720,306" coordsize="10800,2">
            <v:shape style="position:absolute;left:720;top:306;width:10800;height:2" coordorigin="720,306" coordsize="10800,0" path="m720,306l11520,306e" filled="f" stroked="t" strokeweight=".500010pt" strokecolor="#DFDFDF">
              <v:path arrowok="t"/>
            </v:shape>
          </v:group>
          <w10:wrap type="none"/>
        </w:pict>
      </w:r>
      <w:hyperlink r:id="rId6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81529</w:t>
          <w:tab/>
          <w:tab/>
        </w:r>
      </w:hyperlink>
      <w:hyperlink r:id="rId68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Discontinue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Orders</w:t>
        </w:r>
      </w:hyperlink>
      <w:hyperlink r:id="rId6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CPRS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18,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3" w:equalWidth="0">
            <w:col w:w="3487" w:space="169"/>
            <w:col w:w="3148" w:space="200"/>
            <w:col w:w="385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1796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7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106605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64"/>
        <w:jc w:val="left"/>
        <w:rPr>
          <w:rFonts w:ascii="Arial" w:hAnsi="Arial" w:cs="Arial" w:eastAsia="Arial"/>
          <w:sz w:val="12"/>
          <w:szCs w:val="12"/>
        </w:rPr>
      </w:pPr>
      <w:rPr/>
      <w:hyperlink r:id="rId7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Discontinue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0" w:after="0" w:line="15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7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hyperlink r:id="rId7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1"/>
          </w:rPr>
          <w:t>in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7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CPRS_Dev1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hyperlink r:id="rId7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Gold1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7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LAB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Intake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011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22.644848pt;width:539.999999pt;height:.1pt;mso-position-horizontal-relative:page;mso-position-vertical-relative:paragraph;z-index:-1795" coordorigin="720,453" coordsize="10800,2">
            <v:shape style="position:absolute;left:720;top:453;width:10800;height:2" coordorigin="720,453" coordsize="10800,0" path="m720,453l11520,453e" filled="f" stroked="t" strokeweight=".500098pt" strokecolor="#DFDFDF">
              <v:path arrowok="t"/>
            </v:shape>
          </v:group>
          <w10:wrap type="none"/>
        </w:pict>
      </w:r>
      <w:hyperlink r:id="rId7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Discontinue</w:t>
        </w:r>
      </w:hyperlink>
      <w:hyperlink r:id="rId78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Medication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Orders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</w:t>
        </w:r>
      </w:hyperlink>
      <w:hyperlink r:id="rId7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CPRS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1794" type="#_x0000_t75">
            <v:imagedata r:id="rId80" o:title=""/>
          </v:shape>
        </w:pict>
      </w:r>
      <w:hyperlink r:id="rId8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Passed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10,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097" w:space="139"/>
            <w:col w:w="3196" w:space="152"/>
            <w:col w:w="934" w:space="146"/>
            <w:col w:w="1108" w:space="188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179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179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791" type="#_x0000_t75">
            <v:imagedata r:id="rId83" o:title=""/>
          </v:shape>
        </w:pict>
      </w:r>
      <w:hyperlink r:id="rId84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81529: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Intake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Discontinue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Medication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Orders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(OR*3.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85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0*420)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85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discontinuance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9pt;width:541.500003pt;height:13.600017pt;mso-position-horizontal-relative:page;mso-position-vertical-relative:paragraph;z-index:-1790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.10788pt;width:539.718009pt;height:191.937988pt;mso-position-horizontal-relative:page;mso-position-vertical-relative:paragraph;z-index:-1789" coordorigin="723,442" coordsize="10794,3839">
            <v:group style="position:absolute;left:728;top:447;width:10784;height:2" coordorigin="728,447" coordsize="10784,2">
              <v:shape style="position:absolute;left:728;top:447;width:10784;height:2" coordorigin="728,447" coordsize="10784,0" path="m733,447l11517,447e" filled="f" stroked="t" strokeweight=".5pt" strokecolor="#000000">
                <v:path arrowok="t"/>
              </v:shape>
            </v:group>
            <v:group style="position:absolute;left:11512;top:447;width:2;height:3829" coordorigin="11512,447" coordsize="2,3829">
              <v:shape style="position:absolute;left:11512;top:447;width:2;height:3829" coordorigin="11512,447" coordsize="0,3829" path="m11512,452l11512,4281e" filled="f" stroked="t" strokeweight=".5pt" strokecolor="#000000">
                <v:path arrowok="t"/>
              </v:shape>
            </v:group>
            <v:group style="position:absolute;left:728;top:4276;width:10784;height:2" coordorigin="728,4276" coordsize="10784,2">
              <v:shape style="position:absolute;left:728;top:4276;width:10784;height:2" coordorigin="728,4276" coordsize="10784,0" path="m733,4276l11517,4276e" filled="f" stroked="t" strokeweight=".5pt" strokecolor="#000000">
                <v:path arrowok="t"/>
              </v:shape>
            </v:group>
            <v:group style="position:absolute;left:728;top:447;width:2;height:3829" coordorigin="728,447" coordsize="2,3829">
              <v:shape style="position:absolute;left:728;top:447;width:2;height:3829" coordorigin="728,447" coordsize="0,3829" path="m728,452l728,428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30.378895pt;width:539.718009pt;height:163.138031pt;mso-position-horizontal-relative:page;mso-position-vertical-relative:paragraph;z-index:-1788" coordorigin="723,608" coordsize="10794,3263">
            <v:group style="position:absolute;left:728;top:613;width:10784;height:2" coordorigin="728,613" coordsize="10784,2">
              <v:shape style="position:absolute;left:728;top:613;width:10784;height:2" coordorigin="728,613" coordsize="10784,0" path="m733,613l11517,613e" filled="f" stroked="t" strokeweight=".5pt" strokecolor="#000000">
                <v:path arrowok="t"/>
              </v:shape>
            </v:group>
            <v:group style="position:absolute;left:11512;top:613;width:2;height:3253" coordorigin="11512,613" coordsize="2,3253">
              <v:shape style="position:absolute;left:11512;top:613;width:2;height:3253" coordorigin="11512,613" coordsize="0,3253" path="m11512,618l11512,3870e" filled="f" stroked="t" strokeweight=".5pt" strokecolor="#000000">
                <v:path arrowok="t"/>
              </v:shape>
            </v:group>
            <v:group style="position:absolute;left:728;top:3865;width:10784;height:2" coordorigin="728,3865" coordsize="10784,2">
              <v:shape style="position:absolute;left:728;top:3865;width:10784;height:2" coordorigin="728,3865" coordsize="10784,0" path="m733,3865l11517,3865e" filled="f" stroked="t" strokeweight=".5pt" strokecolor="#000000">
                <v:path arrowok="t"/>
              </v:shape>
            </v:group>
            <v:group style="position:absolute;left:728;top:613;width:2;height:3253" coordorigin="728,613" coordsize="2,3253">
              <v:shape style="position:absolute;left:728;top:613;width:2;height:3253" coordorigin="728,613" coordsize="0,3253" path="m728,618l728,387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4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60"/>
          <w:footerReference w:type="default" r:id="rId82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1787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1786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1785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1784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4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4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(includes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Activity)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1783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1782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1781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1780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61.468994pt;mso-position-horizontal-relative:page;mso-position-vertical-relative:page;z-index:-1779" coordorigin="723,12691" coordsize="10794,1229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214" coordorigin="11512,12701" coordsize="2,1214">
              <v:shape style="position:absolute;left:11512;top:12701;width:2;height:1214" coordorigin="11512,12701" coordsize="0,1214" path="m11512,12706l11512,13920e" filled="f" stroked="t" strokeweight=".5pt" strokecolor="#000000">
                <v:path arrowok="t"/>
              </v:shape>
            </v:group>
            <v:group style="position:absolute;left:728;top:12701;width:2;height:1214" coordorigin="728,12701" coordsize="2,1214">
              <v:shape style="position:absolute;left:728;top:12701;width:2;height:1214" coordorigin="728,12701" coordsize="0,1214" path="m728,12706l728,1392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cancelled.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5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cancelled.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6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1778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1777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1776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53.537964pt;mso-position-horizontal-relative:page;mso-position-vertical-relative:page;z-index:-1775" coordorigin="723,10329" coordsize="10794,3071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061" coordorigin="11512,10334" coordsize="2,3061">
              <v:shape style="position:absolute;left:11512;top:10334;width:2;height:3061" coordorigin="11512,10334" coordsize="0,3061" path="m11512,10339l11512,13400e" filled="f" stroked="t" strokeweight=".5pt" strokecolor="#000000">
                <v:path arrowok="t"/>
              </v:shape>
            </v:group>
            <v:group style="position:absolute;left:728;top:13395;width:10784;height:2" coordorigin="728,13395" coordsize="10784,2">
              <v:shape style="position:absolute;left:728;top:13395;width:10784;height:2" coordorigin="728,13395" coordsize="10784,0" path="m733,13395l11517,13395e" filled="f" stroked="t" strokeweight=".5pt" strokecolor="#000000">
                <v:path arrowok="t"/>
              </v:shape>
            </v:group>
            <v:group style="position:absolute;left:728;top:10334;width:2;height:3061" coordorigin="728,10334" coordsize="2,3061">
              <v:shape style="position:absolute;left:728;top:10334;width:2;height:3061" coordorigin="728,10334" coordsize="0,3061" path="m728,10339l728,1340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702.182983pt;width:540.999001pt;height:15.000006pt;mso-position-horizontal-relative:page;mso-position-vertical-relative:page;z-index:-1774" coordorigin="710,14044" coordsize="10820,300">
            <v:group style="position:absolute;left:725;top:14084;width:990;height:220" coordorigin="725,14084" coordsize="990,220">
              <v:shape style="position:absolute;left:725;top:14084;width:990;height:220" coordorigin="725,14084" coordsize="990,220" path="m725,14084l1715,14084,1715,14304,725,14304,725,14084e" filled="t" fillcolor="#E6E6E6" stroked="f">
                <v:path arrowok="t"/>
                <v:fill/>
              </v:shape>
            </v:group>
            <v:group style="position:absolute;left:717;top:14050;width:1003;height:2" coordorigin="717,14050" coordsize="1003,2">
              <v:shape style="position:absolute;left:717;top:14050;width:1003;height:2" coordorigin="717,14050" coordsize="1003,0" path="m718,14050l1722,14050e" filled="f" stroked="t" strokeweight=".666667pt" strokecolor="#E6E6E6">
                <v:path arrowok="t"/>
              </v:shape>
            </v:group>
            <v:group style="position:absolute;left:723;top:14077;width:993;height:2" coordorigin="723,14077" coordsize="993,2">
              <v:shape style="position:absolute;left:723;top:14077;width:993;height:2" coordorigin="723,14077" coordsize="993,0" path="m732,14077l1725,14077e" filled="f" stroked="t" strokeweight=".666667pt" strokecolor="#E6E6E6">
                <v:path arrowok="t"/>
              </v:shape>
            </v:group>
            <v:group style="position:absolute;left:723;top:14310;width:993;height:2" coordorigin="723,14310" coordsize="993,2">
              <v:shape style="position:absolute;left:723;top:14310;width:993;height:2" coordorigin="723,14310" coordsize="993,0" path="m727,14310l1720,14310e" filled="f" stroked="t" strokeweight=".666667pt" strokecolor="#E6E6E6">
                <v:path arrowok="t"/>
              </v:shape>
            </v:group>
            <v:group style="position:absolute;left:720;top:14064;width:2;height:260" coordorigin="720,14064" coordsize="2,260">
              <v:shape style="position:absolute;left:720;top:14064;width:2;height:260" coordorigin="720,14064" coordsize="0,260" path="m720,14084l720,14344e" filled="f" stroked="t" strokeweight=".5pt" strokecolor="#FFFFFF">
                <v:path arrowok="t"/>
              </v:shape>
            </v:group>
            <v:group style="position:absolute;left:1725;top:14084;width:2257;height:220" coordorigin="1725,14084" coordsize="2257,220">
              <v:shape style="position:absolute;left:1725;top:14084;width:2257;height:220" coordorigin="1725,14084" coordsize="2257,220" path="m1725,14084l3982,14084,3982,14304,1725,14304,1725,14084e" filled="t" fillcolor="#E6E6E6" stroked="f">
                <v:path arrowok="t"/>
                <v:fill/>
              </v:shape>
            </v:group>
            <v:group style="position:absolute;left:1720;top:14050;width:2267;height:2" coordorigin="1720,14050" coordsize="2267,2">
              <v:shape style="position:absolute;left:1720;top:14050;width:2267;height:2" coordorigin="1720,14050" coordsize="2267,0" path="m1720,14050l3987,14050e" filled="f" stroked="t" strokeweight=".666667pt" strokecolor="#E6E6E6">
                <v:path arrowok="t"/>
              </v:shape>
            </v:group>
            <v:group style="position:absolute;left:1723;top:14077;width:2260;height:2" coordorigin="1723,14077" coordsize="2260,2">
              <v:shape style="position:absolute;left:1723;top:14077;width:2260;height:2" coordorigin="1723,14077" coordsize="2260,0" path="m1727,14077l3987,14077e" filled="f" stroked="t" strokeweight=".666667pt" strokecolor="#E6E6E6">
                <v:path arrowok="t"/>
              </v:shape>
            </v:group>
            <v:group style="position:absolute;left:1723;top:14310;width:2260;height:2" coordorigin="1723,14310" coordsize="2260,2">
              <v:shape style="position:absolute;left:1723;top:14310;width:2260;height:2" coordorigin="1723,14310" coordsize="2260,0" path="m1727,14310l3987,14310e" filled="f" stroked="t" strokeweight=".666667pt" strokecolor="#E6E6E6">
                <v:path arrowok="t"/>
              </v:shape>
            </v:group>
            <v:group style="position:absolute;left:3992;top:14084;width:2990;height:220" coordorigin="3992,14084" coordsize="2990,220">
              <v:shape style="position:absolute;left:3992;top:14084;width:2990;height:220" coordorigin="3992,14084" coordsize="2990,220" path="m3992,14084l6982,14084,6982,14304,3992,14304,3992,14084e" filled="t" fillcolor="#E6E6E6" stroked="f">
                <v:path arrowok="t"/>
                <v:fill/>
              </v:shape>
            </v:group>
            <v:group style="position:absolute;left:3987;top:14050;width:3000;height:2" coordorigin="3987,14050" coordsize="3000,2">
              <v:shape style="position:absolute;left:3987;top:14050;width:3000;height:2" coordorigin="3987,14050" coordsize="3000,0" path="m3987,14050l6987,14050e" filled="f" stroked="t" strokeweight=".666667pt" strokecolor="#E6E6E6">
                <v:path arrowok="t"/>
              </v:shape>
            </v:group>
            <v:group style="position:absolute;left:3990;top:14077;width:2993;height:2" coordorigin="3990,14077" coordsize="2993,2">
              <v:shape style="position:absolute;left:3990;top:14077;width:2993;height:2" coordorigin="3990,14077" coordsize="2993,0" path="m3993,14077l6987,14077e" filled="f" stroked="t" strokeweight=".666667pt" strokecolor="#E6E6E6">
                <v:path arrowok="t"/>
              </v:shape>
            </v:group>
            <v:group style="position:absolute;left:3990;top:14310;width:2993;height:2" coordorigin="3990,14310" coordsize="2993,2">
              <v:shape style="position:absolute;left:3990;top:14310;width:2993;height:2" coordorigin="3990,14310" coordsize="2993,0" path="m3993,14310l6987,14310e" filled="f" stroked="t" strokeweight=".666667pt" strokecolor="#E6E6E6">
                <v:path arrowok="t"/>
              </v:shape>
            </v:group>
            <v:group style="position:absolute;left:6992;top:14084;width:2257;height:220" coordorigin="6992,14084" coordsize="2257,220">
              <v:shape style="position:absolute;left:6992;top:14084;width:2257;height:220" coordorigin="6992,14084" coordsize="2257,220" path="m6992,14084l9248,14084,9248,14304,6992,14304,6992,14084e" filled="t" fillcolor="#E6E6E6" stroked="f">
                <v:path arrowok="t"/>
                <v:fill/>
              </v:shape>
            </v:group>
            <v:group style="position:absolute;left:6987;top:14050;width:2267;height:2" coordorigin="6987,14050" coordsize="2267,2">
              <v:shape style="position:absolute;left:6987;top:14050;width:2267;height:2" coordorigin="6987,14050" coordsize="2267,0" path="m6987,14050l9253,14050e" filled="f" stroked="t" strokeweight=".666667pt" strokecolor="#E6E6E6">
                <v:path arrowok="t"/>
              </v:shape>
            </v:group>
            <v:group style="position:absolute;left:6990;top:14077;width:2260;height:2" coordorigin="6990,14077" coordsize="2260,2">
              <v:shape style="position:absolute;left:6990;top:14077;width:2260;height:2" coordorigin="6990,14077" coordsize="2260,0" path="m6993,14077l9253,14077e" filled="f" stroked="t" strokeweight=".666667pt" strokecolor="#E6E6E6">
                <v:path arrowok="t"/>
              </v:shape>
            </v:group>
            <v:group style="position:absolute;left:6990;top:14310;width:2260;height:2" coordorigin="6990,14310" coordsize="2260,2">
              <v:shape style="position:absolute;left:6990;top:14310;width:2260;height:2" coordorigin="6990,14310" coordsize="2260,0" path="m6993,14310l9253,14310e" filled="f" stroked="t" strokeweight=".666667pt" strokecolor="#E6E6E6">
                <v:path arrowok="t"/>
              </v:shape>
            </v:group>
            <v:group style="position:absolute;left:9258;top:14084;width:2257;height:220" coordorigin="9258,14084" coordsize="2257,220">
              <v:shape style="position:absolute;left:9258;top:14084;width:2257;height:220" coordorigin="9258,14084" coordsize="2257,220" path="m9258,14084l11515,14084,11515,14304,9258,14304,9258,14084e" filled="t" fillcolor="#E6E6E6" stroked="f">
                <v:path arrowok="t"/>
                <v:fill/>
              </v:shape>
            </v:group>
            <v:group style="position:absolute;left:9253;top:14050;width:2270;height:2" coordorigin="9253,14050" coordsize="2270,2">
              <v:shape style="position:absolute;left:9253;top:14050;width:2270;height:2" coordorigin="9253,14050" coordsize="2270,0" path="m9253,14050l11523,14050e" filled="f" stroked="t" strokeweight=".666667pt" strokecolor="#E6E6E6">
                <v:path arrowok="t"/>
              </v:shape>
            </v:group>
            <v:group style="position:absolute;left:9257;top:14077;width:2260;height:2" coordorigin="9257,14077" coordsize="2260,2">
              <v:shape style="position:absolute;left:9257;top:14077;width:2260;height:2" coordorigin="9257,14077" coordsize="2260,0" path="m9260,14077l11520,14077e" filled="f" stroked="t" strokeweight=".666667pt" strokecolor="#E6E6E6">
                <v:path arrowok="t"/>
              </v:shape>
            </v:group>
            <v:group style="position:absolute;left:11520;top:14064;width:2;height:260" coordorigin="11520,14064" coordsize="2,260">
              <v:shape style="position:absolute;left:11520;top:14064;width:2;height:260" coordorigin="11520,14064" coordsize="0,260" path="m11520,14084l11520,14344e" filled="f" stroked="t" strokeweight=".5pt" strokecolor="#FFFFFF">
                <v:path arrowok="t"/>
              </v:shape>
            </v:group>
            <v:group style="position:absolute;left:9257;top:14310;width:2260;height:2" coordorigin="9257,14310" coordsize="2260,2">
              <v:shape style="position:absolute;left:9257;top:14310;width:2260;height:2" coordorigin="9257,14310" coordsize="2260,0" path="m9260,14310l11520,14310e" filled="f" stroked="t" strokeweight=".666667pt" strokecolor="#E6E6E6">
                <v:path arrowok="t"/>
              </v:shape>
            </v:group>
            <v:group style="position:absolute;left:720;top:14337;width:10800;height:2" coordorigin="720,14337" coordsize="10800,2">
              <v:shape style="position:absolute;left:720;top:14337;width:10800;height:2" coordorigin="720,14337" coordsize="10800,0" path="m720,14337l11520,14337e" filled="f" stroked="t" strokeweight=".66667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59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43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772" type="#_x0000_t75">
            <v:imagedata r:id="rId87" o:title=""/>
          </v:shape>
        </w:pict>
      </w:r>
      <w:hyperlink r:id="rId8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106603: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NSR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20100311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(OR*3.0*420)_Dev1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Gold1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79" w:header="0" w:top="1360" w:bottom="1160" w:left="620" w:right="740"/>
          <w:footerReference w:type="default" r:id="rId86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41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30" w:lineRule="exact"/>
        <w:ind w:left="100" w:right="-20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t>Priority: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pict>
          <v:shape style="width:8pt;height:8pt;mso-position-horizontal-relative:char;mso-position-vertical-relative:line" type="#_x0000_t75">
            <v:imagedata r:id="rId89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3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39" w:after="0" w:line="250" w:lineRule="auto"/>
        <w:ind w:left="972" w:right="6332" w:firstLine="-972"/>
        <w:jc w:val="both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2729" w:space="141"/>
            <w:col w:w="8010"/>
          </w:cols>
        </w:sectPr>
      </w:pPr>
      <w:rPr/>
    </w:p>
    <w:p>
      <w:pPr>
        <w:spacing w:before="11" w:after="0" w:line="250" w:lineRule="auto"/>
        <w:ind w:left="100" w:right="73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90" o:title=""/>
          </v:shape>
        </w:pict>
      </w:r>
      <w:hyperlink r:id="rId91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  <w:position w:val="0"/>
          </w:rPr>
          <w:t>Passed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hyperlink r:id="rId92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3491: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20100311: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CPRS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Laboratory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hyperlink r:id="rId93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Monitoring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240" w:lineRule="auto"/>
        <w:ind w:left="100" w:right="-6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hyperlink r:id="rId94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3011: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20100311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Regression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250" w:lineRule="auto"/>
        <w:ind w:left="100" w:right="1954" w:firstLine="278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hyperlink r:id="rId95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(OR*3.0*420)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</w:hyperlink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hyperlink r:id="rId96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Dev1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5842" w:space="576"/>
            <w:col w:w="44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87" w:lineRule="exact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5.605078pt;width:541.000001pt;height:18.399989pt;mso-position-horizontal-relative:page;mso-position-vertical-relative:paragraph;z-index:-1771" coordorigin="710,-312" coordsize="10820,368">
            <v:group style="position:absolute;left:725;top:-272;width:422;height:288" coordorigin="725,-272" coordsize="422,288">
              <v:shape style="position:absolute;left:725;top:-272;width:422;height:288" coordorigin="725,-272" coordsize="422,288" path="m725,-272l1147,-272,1147,16,725,16,725,-272e" filled="t" fillcolor="#E6E6E6" stroked="f">
                <v:path arrowok="t"/>
                <v:fill/>
              </v:shape>
            </v:group>
            <v:group style="position:absolute;left:717;top:-305;width:435;height:2" coordorigin="717,-305" coordsize="435,2">
              <v:shape style="position:absolute;left:717;top:-305;width:435;height:2" coordorigin="717,-305" coordsize="435,0" path="m718,-305l1154,-305e" filled="f" stroked="t" strokeweight=".666667pt" strokecolor="#E6E6E6">
                <v:path arrowok="t"/>
              </v:shape>
            </v:group>
            <v:group style="position:absolute;left:723;top:-279;width:425;height:2" coordorigin="723,-279" coordsize="425,2">
              <v:shape style="position:absolute;left:723;top:-279;width:425;height:2" coordorigin="723,-279" coordsize="425,0" path="m732,-279l1157,-279e" filled="f" stroked="t" strokeweight=".666667pt" strokecolor="#E6E6E6">
                <v:path arrowok="t"/>
              </v:shape>
            </v:group>
            <v:group style="position:absolute;left:723;top:23;width:425;height:2" coordorigin="723,23" coordsize="425,2">
              <v:shape style="position:absolute;left:723;top:23;width:425;height:2" coordorigin="723,23" coordsize="425,0" path="m727,23l1152,23e" filled="f" stroked="t" strokeweight=".666667pt" strokecolor="#E6E6E6">
                <v:path arrowok="t"/>
              </v:shape>
            </v:group>
            <v:group style="position:absolute;left:720;top:-292;width:2;height:328" coordorigin="720,-292" coordsize="2,328">
              <v:shape style="position:absolute;left:720;top:-292;width:2;height:328" coordorigin="720,-292" coordsize="0,328" path="m720,-272l720,56e" filled="f" stroked="t" strokeweight=".5pt" strokecolor="#FFFFFF">
                <v:path arrowok="t"/>
              </v:shape>
            </v:group>
            <v:group style="position:absolute;left:1157;top:-272;width:1934;height:288" coordorigin="1157,-272" coordsize="1934,288">
              <v:shape style="position:absolute;left:1157;top:-272;width:1934;height:288" coordorigin="1157,-272" coordsize="1934,288" path="m1157,-272l3091,-272,3091,16,1157,16,1157,-272e" filled="t" fillcolor="#E6E6E6" stroked="f">
                <v:path arrowok="t"/>
                <v:fill/>
              </v:shape>
            </v:group>
            <v:group style="position:absolute;left:1152;top:-305;width:1944;height:2" coordorigin="1152,-305" coordsize="1944,2">
              <v:shape style="position:absolute;left:1152;top:-305;width:1944;height:2" coordorigin="1152,-305" coordsize="1944,0" path="m1152,-305l3096,-305e" filled="f" stroked="t" strokeweight=".666667pt" strokecolor="#E6E6E6">
                <v:path arrowok="t"/>
              </v:shape>
            </v:group>
            <v:group style="position:absolute;left:1155;top:-279;width:1937;height:2" coordorigin="1155,-279" coordsize="1937,2">
              <v:shape style="position:absolute;left:1155;top:-279;width:1937;height:2" coordorigin="1155,-279" coordsize="1937,0" path="m1159,-279l3096,-279e" filled="f" stroked="t" strokeweight=".666667pt" strokecolor="#E6E6E6">
                <v:path arrowok="t"/>
              </v:shape>
            </v:group>
            <v:group style="position:absolute;left:1155;top:23;width:1937;height:2" coordorigin="1155,23" coordsize="1937,2">
              <v:shape style="position:absolute;left:1155;top:23;width:1937;height:2" coordorigin="1155,23" coordsize="1937,0" path="m1159,23l3096,23e" filled="f" stroked="t" strokeweight=".666667pt" strokecolor="#E6E6E6">
                <v:path arrowok="t"/>
              </v:shape>
            </v:group>
            <v:group style="position:absolute;left:3101;top:-272;width:638;height:288" coordorigin="3101,-272" coordsize="638,288">
              <v:shape style="position:absolute;left:3101;top:-272;width:638;height:288" coordorigin="3101,-272" coordsize="638,288" path="m3101,-272l3739,-272,3739,16,3101,16,3101,-272e" filled="t" fillcolor="#E6E6E6" stroked="f">
                <v:path arrowok="t"/>
                <v:fill/>
              </v:shape>
            </v:group>
            <v:group style="position:absolute;left:3096;top:-305;width:648;height:2" coordorigin="3096,-305" coordsize="648,2">
              <v:shape style="position:absolute;left:3096;top:-305;width:648;height:2" coordorigin="3096,-305" coordsize="648,0" path="m3096,-305l3744,-305e" filled="f" stroked="t" strokeweight=".666667pt" strokecolor="#E6E6E6">
                <v:path arrowok="t"/>
              </v:shape>
            </v:group>
            <v:group style="position:absolute;left:3099;top:-279;width:641;height:2" coordorigin="3099,-279" coordsize="641,2">
              <v:shape style="position:absolute;left:3099;top:-279;width:641;height:2" coordorigin="3099,-279" coordsize="641,0" path="m3103,-279l3744,-279e" filled="f" stroked="t" strokeweight=".666667pt" strokecolor="#E6E6E6">
                <v:path arrowok="t"/>
              </v:shape>
            </v:group>
            <v:group style="position:absolute;left:3099;top:23;width:641;height:2" coordorigin="3099,23" coordsize="641,2">
              <v:shape style="position:absolute;left:3099;top:23;width:641;height:2" coordorigin="3099,23" coordsize="641,0" path="m3103,23l3744,23e" filled="f" stroked="t" strokeweight=".666667pt" strokecolor="#E6E6E6">
                <v:path arrowok="t"/>
              </v:shape>
            </v:group>
            <v:group style="position:absolute;left:3749;top:-272;width:1502;height:288" coordorigin="3749,-272" coordsize="1502,288">
              <v:shape style="position:absolute;left:3749;top:-272;width:1502;height:288" coordorigin="3749,-272" coordsize="1502,288" path="m3749,-272l5251,-272,5251,16,3749,16,3749,-272e" filled="t" fillcolor="#E6E6E6" stroked="f">
                <v:path arrowok="t"/>
                <v:fill/>
              </v:shape>
            </v:group>
            <v:group style="position:absolute;left:3744;top:-305;width:1512;height:2" coordorigin="3744,-305" coordsize="1512,2">
              <v:shape style="position:absolute;left:3744;top:-305;width:1512;height:2" coordorigin="3744,-305" coordsize="1512,0" path="m3744,-305l5256,-305e" filled="f" stroked="t" strokeweight=".666667pt" strokecolor="#E6E6E6">
                <v:path arrowok="t"/>
              </v:shape>
            </v:group>
            <v:group style="position:absolute;left:3747;top:-279;width:1505;height:2" coordorigin="3747,-279" coordsize="1505,2">
              <v:shape style="position:absolute;left:3747;top:-279;width:1505;height:2" coordorigin="3747,-279" coordsize="1505,0" path="m3751,-279l5256,-279e" filled="f" stroked="t" strokeweight=".666667pt" strokecolor="#E6E6E6">
                <v:path arrowok="t"/>
              </v:shape>
            </v:group>
            <v:group style="position:absolute;left:3747;top:23;width:1505;height:2" coordorigin="3747,23" coordsize="1505,2">
              <v:shape style="position:absolute;left:3747;top:23;width:1505;height:2" coordorigin="3747,23" coordsize="1505,0" path="m3751,23l5256,23e" filled="f" stroked="t" strokeweight=".666667pt" strokecolor="#E6E6E6">
                <v:path arrowok="t"/>
              </v:shape>
            </v:group>
            <v:group style="position:absolute;left:5261;top:-272;width:1502;height:288" coordorigin="5261,-272" coordsize="1502,288">
              <v:shape style="position:absolute;left:5261;top:-272;width:1502;height:288" coordorigin="5261,-272" coordsize="1502,288" path="m5261,-272l6763,-272,6763,16,5261,16,5261,-272e" filled="t" fillcolor="#E6E6E6" stroked="f">
                <v:path arrowok="t"/>
                <v:fill/>
              </v:shape>
            </v:group>
            <v:group style="position:absolute;left:5256;top:-305;width:1512;height:2" coordorigin="5256,-305" coordsize="1512,2">
              <v:shape style="position:absolute;left:5256;top:-305;width:1512;height:2" coordorigin="5256,-305" coordsize="1512,0" path="m5256,-305l6768,-305e" filled="f" stroked="t" strokeweight=".666667pt" strokecolor="#E6E6E6">
                <v:path arrowok="t"/>
              </v:shape>
            </v:group>
            <v:group style="position:absolute;left:5259;top:-279;width:1505;height:2" coordorigin="5259,-279" coordsize="1505,2">
              <v:shape style="position:absolute;left:5259;top:-279;width:1505;height:2" coordorigin="5259,-279" coordsize="1505,0" path="m5263,-279l6768,-279e" filled="f" stroked="t" strokeweight=".666667pt" strokecolor="#E6E6E6">
                <v:path arrowok="t"/>
              </v:shape>
            </v:group>
            <v:group style="position:absolute;left:5259;top:23;width:1505;height:2" coordorigin="5259,23" coordsize="1505,2">
              <v:shape style="position:absolute;left:5259;top:23;width:1505;height:2" coordorigin="5259,23" coordsize="1505,0" path="m5263,23l6768,23e" filled="f" stroked="t" strokeweight=".666667pt" strokecolor="#E6E6E6">
                <v:path arrowok="t"/>
              </v:shape>
            </v:group>
            <v:group style="position:absolute;left:6773;top:-272;width:854;height:288" coordorigin="6773,-272" coordsize="854,288">
              <v:shape style="position:absolute;left:6773;top:-272;width:854;height:288" coordorigin="6773,-272" coordsize="854,288" path="m6773,-272l7627,-272,7627,16,6773,16,6773,-272e" filled="t" fillcolor="#E6E6E6" stroked="f">
                <v:path arrowok="t"/>
                <v:fill/>
              </v:shape>
            </v:group>
            <v:group style="position:absolute;left:6768;top:-305;width:864;height:2" coordorigin="6768,-305" coordsize="864,2">
              <v:shape style="position:absolute;left:6768;top:-305;width:864;height:2" coordorigin="6768,-305" coordsize="864,0" path="m6768,-305l7632,-305e" filled="f" stroked="t" strokeweight=".666667pt" strokecolor="#E6E6E6">
                <v:path arrowok="t"/>
              </v:shape>
            </v:group>
            <v:group style="position:absolute;left:6771;top:-279;width:857;height:2" coordorigin="6771,-279" coordsize="857,2">
              <v:shape style="position:absolute;left:6771;top:-279;width:857;height:2" coordorigin="6771,-279" coordsize="857,0" path="m6775,-279l7632,-279e" filled="f" stroked="t" strokeweight=".666667pt" strokecolor="#E6E6E6">
                <v:path arrowok="t"/>
              </v:shape>
            </v:group>
            <v:group style="position:absolute;left:6771;top:23;width:857;height:2" coordorigin="6771,23" coordsize="857,2">
              <v:shape style="position:absolute;left:6771;top:23;width:857;height:2" coordorigin="6771,23" coordsize="857,0" path="m6775,23l7632,23e" filled="f" stroked="t" strokeweight=".666667pt" strokecolor="#E6E6E6">
                <v:path arrowok="t"/>
              </v:shape>
            </v:group>
            <v:group style="position:absolute;left:7637;top:-272;width:638;height:288" coordorigin="7637,-272" coordsize="638,288">
              <v:shape style="position:absolute;left:7637;top:-272;width:638;height:288" coordorigin="7637,-272" coordsize="638,288" path="m7637,-272l8275,-272,8275,16,7637,16,7637,-272e" filled="t" fillcolor="#E6E6E6" stroked="f">
                <v:path arrowok="t"/>
                <v:fill/>
              </v:shape>
            </v:group>
            <v:group style="position:absolute;left:7632;top:-305;width:648;height:2" coordorigin="7632,-305" coordsize="648,2">
              <v:shape style="position:absolute;left:7632;top:-305;width:648;height:2" coordorigin="7632,-305" coordsize="648,0" path="m7632,-305l8280,-305e" filled="f" stroked="t" strokeweight=".666667pt" strokecolor="#E6E6E6">
                <v:path arrowok="t"/>
              </v:shape>
            </v:group>
            <v:group style="position:absolute;left:7635;top:-279;width:641;height:2" coordorigin="7635,-279" coordsize="641,2">
              <v:shape style="position:absolute;left:7635;top:-279;width:641;height:2" coordorigin="7635,-279" coordsize="641,0" path="m7639,-279l8280,-279e" filled="f" stroked="t" strokeweight=".666667pt" strokecolor="#E6E6E6">
                <v:path arrowok="t"/>
              </v:shape>
            </v:group>
            <v:group style="position:absolute;left:7635;top:23;width:641;height:2" coordorigin="7635,23" coordsize="641,2">
              <v:shape style="position:absolute;left:7635;top:23;width:641;height:2" coordorigin="7635,23" coordsize="641,0" path="m7639,23l8280,23e" filled="f" stroked="t" strokeweight=".666667pt" strokecolor="#E6E6E6">
                <v:path arrowok="t"/>
              </v:shape>
            </v:group>
            <v:group style="position:absolute;left:8285;top:-272;width:638;height:288" coordorigin="8285,-272" coordsize="638,288">
              <v:shape style="position:absolute;left:8285;top:-272;width:638;height:288" coordorigin="8285,-272" coordsize="638,288" path="m8285,-272l8923,-272,8923,16,8285,16,8285,-272e" filled="t" fillcolor="#E6E6E6" stroked="f">
                <v:path arrowok="t"/>
                <v:fill/>
              </v:shape>
            </v:group>
            <v:group style="position:absolute;left:8280;top:-305;width:648;height:2" coordorigin="8280,-305" coordsize="648,2">
              <v:shape style="position:absolute;left:8280;top:-305;width:648;height:2" coordorigin="8280,-305" coordsize="648,0" path="m8280,-305l8928,-305e" filled="f" stroked="t" strokeweight=".666667pt" strokecolor="#E6E6E6">
                <v:path arrowok="t"/>
              </v:shape>
            </v:group>
            <v:group style="position:absolute;left:8283;top:-279;width:641;height:2" coordorigin="8283,-279" coordsize="641,2">
              <v:shape style="position:absolute;left:8283;top:-279;width:641;height:2" coordorigin="8283,-279" coordsize="641,0" path="m8287,-279l8928,-279e" filled="f" stroked="t" strokeweight=".666667pt" strokecolor="#E6E6E6">
                <v:path arrowok="t"/>
              </v:shape>
            </v:group>
            <v:group style="position:absolute;left:8283;top:23;width:641;height:2" coordorigin="8283,23" coordsize="641,2">
              <v:shape style="position:absolute;left:8283;top:23;width:641;height:2" coordorigin="8283,23" coordsize="641,0" path="m8287,23l8928,23e" filled="f" stroked="t" strokeweight=".666667pt" strokecolor="#E6E6E6">
                <v:path arrowok="t"/>
              </v:shape>
            </v:group>
            <v:group style="position:absolute;left:8933;top:-272;width:638;height:288" coordorigin="8933,-272" coordsize="638,288">
              <v:shape style="position:absolute;left:8933;top:-272;width:638;height:288" coordorigin="8933,-272" coordsize="638,288" path="m8933,-272l9571,-272,9571,16,8933,16,8933,-272e" filled="t" fillcolor="#E6E6E6" stroked="f">
                <v:path arrowok="t"/>
                <v:fill/>
              </v:shape>
            </v:group>
            <v:group style="position:absolute;left:8928;top:-305;width:648;height:2" coordorigin="8928,-305" coordsize="648,2">
              <v:shape style="position:absolute;left:8928;top:-305;width:648;height:2" coordorigin="8928,-305" coordsize="648,0" path="m8928,-305l9576,-305e" filled="f" stroked="t" strokeweight=".666667pt" strokecolor="#E6E6E6">
                <v:path arrowok="t"/>
              </v:shape>
            </v:group>
            <v:group style="position:absolute;left:8931;top:-279;width:641;height:2" coordorigin="8931,-279" coordsize="641,2">
              <v:shape style="position:absolute;left:8931;top:-279;width:641;height:2" coordorigin="8931,-279" coordsize="641,0" path="m8935,-279l9576,-279e" filled="f" stroked="t" strokeweight=".666667pt" strokecolor="#E6E6E6">
                <v:path arrowok="t"/>
              </v:shape>
            </v:group>
            <v:group style="position:absolute;left:8931;top:23;width:641;height:2" coordorigin="8931,23" coordsize="641,2">
              <v:shape style="position:absolute;left:8931;top:23;width:641;height:2" coordorigin="8931,23" coordsize="641,0" path="m8935,23l9576,23e" filled="f" stroked="t" strokeweight=".666667pt" strokecolor="#E6E6E6">
                <v:path arrowok="t"/>
              </v:shape>
            </v:group>
            <v:group style="position:absolute;left:9581;top:-272;width:638;height:288" coordorigin="9581,-272" coordsize="638,288">
              <v:shape style="position:absolute;left:9581;top:-272;width:638;height:288" coordorigin="9581,-272" coordsize="638,288" path="m9581,-272l10219,-272,10219,16,9581,16,9581,-272e" filled="t" fillcolor="#E6E6E6" stroked="f">
                <v:path arrowok="t"/>
                <v:fill/>
              </v:shape>
            </v:group>
            <v:group style="position:absolute;left:9576;top:-305;width:648;height:2" coordorigin="9576,-305" coordsize="648,2">
              <v:shape style="position:absolute;left:9576;top:-305;width:648;height:2" coordorigin="9576,-305" coordsize="648,0" path="m9576,-305l10224,-305e" filled="f" stroked="t" strokeweight=".666667pt" strokecolor="#E6E6E6">
                <v:path arrowok="t"/>
              </v:shape>
            </v:group>
            <v:group style="position:absolute;left:9579;top:-279;width:641;height:2" coordorigin="9579,-279" coordsize="641,2">
              <v:shape style="position:absolute;left:9579;top:-279;width:641;height:2" coordorigin="9579,-279" coordsize="641,0" path="m9583,-279l10224,-279e" filled="f" stroked="t" strokeweight=".666667pt" strokecolor="#E6E6E6">
                <v:path arrowok="t"/>
              </v:shape>
            </v:group>
            <v:group style="position:absolute;left:9579;top:23;width:641;height:2" coordorigin="9579,23" coordsize="641,2">
              <v:shape style="position:absolute;left:9579;top:23;width:641;height:2" coordorigin="9579,23" coordsize="641,0" path="m9583,23l10224,23e" filled="f" stroked="t" strokeweight=".666667pt" strokecolor="#E6E6E6">
                <v:path arrowok="t"/>
              </v:shape>
            </v:group>
            <v:group style="position:absolute;left:10229;top:-272;width:638;height:288" coordorigin="10229,-272" coordsize="638,288">
              <v:shape style="position:absolute;left:10229;top:-272;width:638;height:288" coordorigin="10229,-272" coordsize="638,288" path="m10229,-272l10867,-272,10867,16,10229,16,10229,-272e" filled="t" fillcolor="#E6E6E6" stroked="f">
                <v:path arrowok="t"/>
                <v:fill/>
              </v:shape>
            </v:group>
            <v:group style="position:absolute;left:10224;top:-305;width:648;height:2" coordorigin="10224,-305" coordsize="648,2">
              <v:shape style="position:absolute;left:10224;top:-305;width:648;height:2" coordorigin="10224,-305" coordsize="648,0" path="m10224,-305l10872,-305e" filled="f" stroked="t" strokeweight=".666667pt" strokecolor="#E6E6E6">
                <v:path arrowok="t"/>
              </v:shape>
            </v:group>
            <v:group style="position:absolute;left:10227;top:-279;width:641;height:2" coordorigin="10227,-279" coordsize="641,2">
              <v:shape style="position:absolute;left:10227;top:-279;width:641;height:2" coordorigin="10227,-279" coordsize="641,0" path="m10231,-279l10872,-279e" filled="f" stroked="t" strokeweight=".666667pt" strokecolor="#E6E6E6">
                <v:path arrowok="t"/>
              </v:shape>
            </v:group>
            <v:group style="position:absolute;left:10227;top:23;width:641;height:2" coordorigin="10227,23" coordsize="641,2">
              <v:shape style="position:absolute;left:10227;top:23;width:641;height:2" coordorigin="10227,23" coordsize="641,0" path="m10231,23l10872,23e" filled="f" stroked="t" strokeweight=".666667pt" strokecolor="#E6E6E6">
                <v:path arrowok="t"/>
              </v:shape>
            </v:group>
            <v:group style="position:absolute;left:10877;top:-272;width:638;height:288" coordorigin="10877,-272" coordsize="638,288">
              <v:shape style="position:absolute;left:10877;top:-272;width:638;height:288" coordorigin="10877,-272" coordsize="638,288" path="m10877,-272l11515,-272,11515,16,10877,16,10877,-272e" filled="t" fillcolor="#E6E6E6" stroked="f">
                <v:path arrowok="t"/>
                <v:fill/>
              </v:shape>
            </v:group>
            <v:group style="position:absolute;left:10872;top:-305;width:651;height:2" coordorigin="10872,-305" coordsize="651,2">
              <v:shape style="position:absolute;left:10872;top:-305;width:651;height:2" coordorigin="10872,-305" coordsize="651,0" path="m10872,-305l11523,-305e" filled="f" stroked="t" strokeweight=".666667pt" strokecolor="#E6E6E6">
                <v:path arrowok="t"/>
              </v:shape>
            </v:group>
            <v:group style="position:absolute;left:10875;top:-279;width:641;height:2" coordorigin="10875,-279" coordsize="641,2">
              <v:shape style="position:absolute;left:10875;top:-279;width:641;height:2" coordorigin="10875,-279" coordsize="641,0" path="m10879,-279l11520,-279e" filled="f" stroked="t" strokeweight=".666667pt" strokecolor="#E6E6E6">
                <v:path arrowok="t"/>
              </v:shape>
            </v:group>
            <v:group style="position:absolute;left:11520;top:-292;width:2;height:328" coordorigin="11520,-292" coordsize="2,328">
              <v:shape style="position:absolute;left:11520;top:-292;width:2;height:328" coordorigin="11520,-292" coordsize="0,328" path="m11520,-272l11520,56e" filled="f" stroked="t" strokeweight=".5pt" strokecolor="#FFFFFF">
                <v:path arrowok="t"/>
              </v:shape>
            </v:group>
            <v:group style="position:absolute;left:10875;top:23;width:641;height:2" coordorigin="10875,23" coordsize="641,2">
              <v:shape style="position:absolute;left:10875;top:23;width:641;height:2" coordorigin="10875,23" coordsize="641,0" path="m10879,23l11520,23e" filled="f" stroked="t" strokeweight=".666667pt" strokecolor="#E6E6E6">
                <v:path arrowok="t"/>
              </v:shape>
            </v:group>
            <v:group style="position:absolute;left:720;top:49;width:10800;height:2" coordorigin="720,49" coordsize="10800,2">
              <v:shape style="position:absolute;left:720;top:49;width:10800;height:2" coordorigin="720,49" coordsize="10800,0" path="m720,49l11520,49e" filled="f" stroked="t" strokeweight=".666784pt" strokecolor="#E6E6E6">
                <v:path arrowok="t"/>
              </v:shape>
            </v:group>
            <w10:wrap type="none"/>
          </v:group>
        </w:pict>
      </w:r>
      <w:hyperlink r:id="rId9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NSR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20100311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Regression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46" w:after="0" w:line="183" w:lineRule="exact"/>
        <w:ind w:left="5" w:right="-69"/>
        <w:jc w:val="left"/>
        <w:tabs>
          <w:tab w:pos="13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793pt;width:35.299999pt;height:14.4pt;mso-position-horizontal-relative:page;mso-position-vertical-relative:paragraph;z-index:-1773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94916pt;width:7.2pt;height:7.2pt;mso-position-horizontal-relative:page;mso-position-vertical-relative:paragraph;z-index:-1769" type="#_x0000_t75">
            <v:imagedata r:id="rId98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0"/>
        </w:rPr>
        <w:t>9,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6987" w:space="125"/>
            <w:col w:w="1100" w:space="196"/>
            <w:col w:w="1688" w:space="261"/>
            <w:col w:w="523"/>
          </w:cols>
        </w:sectPr>
      </w:pPr>
      <w:rPr/>
    </w:p>
    <w:p>
      <w:pPr>
        <w:spacing w:before="56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9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2315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10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3430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10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(OR*3.0*420)_Dev1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0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0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20100311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Regression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10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(OR*3.0*420)_Dev1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0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6" w:after="0" w:line="8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35pt;margin-top:.794953pt;width:540.250127pt;height:.500060pt;mso-position-horizontal-relative:page;mso-position-vertical-relative:paragraph;z-index:-1768" coordorigin="717,16" coordsize="10805,10">
            <v:group style="position:absolute;left:720;top:18;width:10800;height:2" coordorigin="720,18" coordsize="10800,2">
              <v:shape style="position:absolute;left:720;top:18;width:10800;height:2" coordorigin="720,18" coordsize="10800,0" path="m720,18l11520,18e" filled="f" stroked="t" strokeweight=".250127pt" strokecolor="#DFDFDF">
                <v:path arrowok="t"/>
              </v:shape>
            </v:group>
            <v:group style="position:absolute;left:720;top:23;width:10800;height:2" coordorigin="720,23" coordsize="10800,2">
              <v:shape style="position:absolute;left:720;top:23;width:10800;height:2" coordorigin="720,23" coordsize="10800,0" path="m720,23l11520,23e" filled="f" stroked="t" strokeweight=".250066pt" strokecolor="#DFDFDF">
                <v:path arrowok="t"/>
              </v:shape>
            </v:group>
            <w10:wrap type="none"/>
          </v:group>
        </w:pict>
      </w:r>
      <w:hyperlink r:id="rId10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NSR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20100311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Regression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Under</w:t>
      </w:r>
    </w:p>
    <w:p>
      <w:pPr>
        <w:spacing w:before="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35pt;margin-top:11.594806pt;width:540.250127pt;height:.500269pt;mso-position-horizontal-relative:page;mso-position-vertical-relative:paragraph;z-index:-1770" coordorigin="717,232" coordsize="10805,10">
            <v:group style="position:absolute;left:720;top:234;width:10800;height:2" coordorigin="720,234" coordsize="10800,2">
              <v:shape style="position:absolute;left:720;top:234;width:10800;height:2" coordorigin="720,234" coordsize="10800,0" path="m720,234l11520,234e" filled="f" stroked="t" strokeweight=".250117pt" strokecolor="#DFDFDF">
                <v:path arrowok="t"/>
              </v:shape>
            </v:group>
            <v:group style="position:absolute;left:720;top:239;width:10800;height:2" coordorigin="720,239" coordsize="10800,2">
              <v:shape style="position:absolute;left:720;top:239;width:10800;height:2" coordorigin="720,239" coordsize="10800,0" path="m720,239l11520,239e" filled="f" stroked="t" strokeweight=".250127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Review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56" w:after="0" w:line="254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7" w:after="0" w:line="8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11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14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Passed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10,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107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VHAISDILUSTL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6" w:equalWidth="0">
            <w:col w:w="500" w:space="132"/>
            <w:col w:w="1494" w:space="450"/>
            <w:col w:w="394" w:space="4142"/>
            <w:col w:w="574" w:space="74"/>
            <w:col w:w="1697" w:space="895"/>
            <w:col w:w="528"/>
          </w:cols>
        </w:sectPr>
      </w:pPr>
      <w:rPr/>
    </w:p>
    <w:p>
      <w:pPr>
        <w:spacing w:before="56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108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2315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66pt;margin-top:-7.205071pt;width:540.250066pt;height:.499999pt;mso-position-horizontal-relative:page;mso-position-vertical-relative:paragraph;z-index:-1767" coordorigin="717,-144" coordsize="10805,10">
            <v:group style="position:absolute;left:720;top:-142;width:10800;height:2" coordorigin="720,-142" coordsize="10800,2">
              <v:shape style="position:absolute;left:720;top:-142;width:10800;height:2" coordorigin="720,-142" coordsize="10800,0" path="m720,-142l11520,-142e" filled="f" stroked="t" strokeweight=".250066pt" strokecolor="#DFDFDF">
                <v:path arrowok="t"/>
              </v:shape>
            </v:group>
            <v:group style="position:absolute;left:720;top:-137;width:10800;height:2" coordorigin="720,-137" coordsize="10800,2">
              <v:shape style="position:absolute;left:720;top:-137;width:10800;height:2" coordorigin="720,-137" coordsize="10800,0" path="m720,-137l11520,-137e" filled="f" stroked="t" strokeweight=".250005pt" strokecolor="#DFDFDF">
                <v:path arrowok="t"/>
              </v:shape>
            </v:group>
            <w10:wrap type="none"/>
          </v:group>
        </w:pict>
      </w:r>
      <w:hyperlink r:id="rId109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3430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110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(OR*3.0*420)_Dev1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1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1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20100311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Regression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87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hyperlink r:id="rId11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Testing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(OR*3.0*420)_Dev1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Draft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59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</w:p>
    <w:p>
      <w:pPr>
        <w:spacing w:before="0" w:after="0" w:line="8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VHAISPGO</w:t>
      </w:r>
      <w:r>
        <w:rPr>
          <w:rFonts w:ascii="Arial" w:hAnsi="Arial" w:cs="Arial" w:eastAsia="Arial"/>
          <w:sz w:val="12"/>
          <w:szCs w:val="12"/>
          <w:spacing w:val="-52"/>
          <w:w w:val="100"/>
        </w:rPr>
        <w:t>T</w:t>
      </w:r>
      <w:r>
        <w:rPr>
          <w:rFonts w:ascii="Arial" w:hAnsi="Arial" w:cs="Arial" w:eastAsia="Arial"/>
          <w:sz w:val="12"/>
          <w:szCs w:val="12"/>
          <w:spacing w:val="-34"/>
          <w:w w:val="100"/>
        </w:rPr>
        <w:t>N</w:t>
      </w:r>
      <w:r>
        <w:rPr>
          <w:rFonts w:ascii="Arial" w:hAnsi="Arial" w:cs="Arial" w:eastAsia="Arial"/>
          <w:sz w:val="12"/>
          <w:szCs w:val="12"/>
          <w:spacing w:val="-39"/>
          <w:w w:val="100"/>
        </w:rPr>
        <w:t>T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/</w:t>
      </w:r>
      <w:r>
        <w:rPr>
          <w:rFonts w:ascii="Arial" w:hAnsi="Arial" w:cs="Arial" w:eastAsia="Arial"/>
          <w:sz w:val="12"/>
          <w:szCs w:val="12"/>
          <w:spacing w:val="-75"/>
          <w:w w:val="100"/>
        </w:rPr>
        <w:t>A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FD</w:t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125" w:lineRule="auto"/>
        <w:ind w:right="-41" w:firstLine="64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10,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VHAISDILUSTL</w:t>
      </w:r>
    </w:p>
    <w:p>
      <w:pPr>
        <w:spacing w:before="0" w:after="0" w:line="123" w:lineRule="exact"/>
        <w:ind w:left="148" w:right="154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In</w:t>
      </w:r>
    </w:p>
    <w:p>
      <w:pPr>
        <w:spacing w:before="21" w:after="0" w:line="240" w:lineRule="auto"/>
        <w:ind w:left="-29" w:right="-49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-6.480059pt;width:7.2pt;height:7.2pt;mso-position-horizontal-relative:page;mso-position-vertical-relative:paragraph;z-index:-1766" type="#_x0000_t75">
            <v:imagedata r:id="rId114" o:title=""/>
          </v:shape>
        </w:pict>
      </w:r>
      <w:r>
        <w:rPr/>
        <w:pict>
          <v:shape style="position:absolute;margin-left:483.799988pt;margin-top:15.619941pt;width:7.2pt;height:7.2pt;mso-position-horizontal-relative:page;mso-position-vertical-relative:paragraph;z-index:-1764" type="#_x0000_t75">
            <v:imagedata r:id="rId115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Progress</w:t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7" w:equalWidth="0">
            <w:col w:w="500" w:space="132"/>
            <w:col w:w="1494" w:space="450"/>
            <w:col w:w="261" w:space="4275"/>
            <w:col w:w="574" w:space="74"/>
            <w:col w:w="1055" w:space="241"/>
            <w:col w:w="481" w:space="815"/>
            <w:col w:w="528"/>
          </w:cols>
        </w:sectPr>
      </w:pPr>
      <w:rPr/>
    </w:p>
    <w:p>
      <w:pPr>
        <w:spacing w:before="18" w:after="0" w:line="240" w:lineRule="auto"/>
        <w:ind w:left="63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844944pt;width:540pt;height:.1pt;mso-position-horizontal-relative:page;mso-position-vertical-relative:paragraph;z-index:-1765" coordorigin="720,177" coordsize="10800,2">
            <v:shape style="position:absolute;left:720;top:177;width:10800;height:2" coordorigin="720,177" coordsize="10800,0" path="m720,177l11520,177e" filled="f" stroked="t" strokeweight=".500005pt" strokecolor="#DFDFDF">
              <v:path arrowok="t"/>
            </v:shape>
          </v:group>
          <w10:wrap type="none"/>
        </w:pict>
      </w:r>
      <w:hyperlink r:id="rId11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Gold1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18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101" w:lineRule="exact"/>
        <w:ind w:right="-20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sectPr>
      <w:type w:val="continuous"/>
      <w:pgSz w:w="12240" w:h="15840"/>
      <w:pgMar w:top="1360" w:bottom="1160" w:left="620" w:right="740"/>
      <w:cols w:num="3" w:equalWidth="0">
        <w:col w:w="953" w:space="6159"/>
        <w:col w:w="434" w:space="862"/>
        <w:col w:w="24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5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185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https://your_server.vha.domain.ext:9443/jazz/service/com.ibm.rqm.integration.service.IIntegrationService/resources/VIP+%28QM%29/testsuite/urn:com.ibm.rqm:testsuite:3011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5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185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https://your_server.vha.domain.ext:9443/jazz/service/com.ibm.rqm.integration.service.IIntegrationService/resources/VIP+%28QM%29/testcase/urn:com.ibm.rqm:testcase:90172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5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185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https://your_server.vha.domain.ext:9443/jazz/service/com.ibm.rqm.integration.service.IIntegrationService/resources/VIP+%28QM%29/executionscript/urn:com.ibm.rqm:executionscript:81486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5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184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https://your_server.vha.domain.ext:9443/jazz/service/com.ibm.rqm.integration.service.IIntegrationService/resources/VIP+%28QM%29/testcase/urn:com.ibm.rqm:testcase:90273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4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184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https://your_server.vha.domain.ext:9443/jazz/service/com.ibm.rqm.integration.service.IIntegrationService/resources/VIP+%28QM%29/executionscript/urn:com.ibm.rqm:executionscript:81529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84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610992pt;margin-top:737.782104pt;width:284.780013pt;height:17.6pt;mso-position-horizontal-relative:page;mso-position-vertical-relative:page;z-index:-1845" type="#_x0000_t202" filled="f" stroked="f">
          <v:textbox inset="0,0,0,0">
            <w:txbxContent>
              <w:p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  <w:p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2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resources/VIP+%28QM%29/suiteexecutionrecord/urn:com.ibm.rqm:suiteexecutionrecord:106603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your_server.vha.domain.ext:9443/jazz/service/com.ibm.rqm.integration.service.IIntegrationService/resources/VIP%2B%28QM%29/testsuite/urn%3Acom.ibm.rqm%3Atestsuite%3A3011" TargetMode="External"/><Relationship Id="rId8" Type="http://schemas.openxmlformats.org/officeDocument/2006/relationships/image" Target="media/image2.png"/><Relationship Id="rId9" Type="http://schemas.openxmlformats.org/officeDocument/2006/relationships/hyperlink" Target="https://your_server.vha.domain.ext:9443/jazz/service/com.ibm.rqm.integration.service.IIntegrationService/resources/VIP%2B%28QM%29/testplan/urn%3Acom.ibm.rqm%3Atestplan%3A3491" TargetMode="External"/><Relationship Id="rId10" Type="http://schemas.openxmlformats.org/officeDocument/2006/relationships/image" Target="media/image3.png"/><Relationship Id="rId11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12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16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17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20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2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2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2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24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2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2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27" Type="http://schemas.openxmlformats.org/officeDocument/2006/relationships/image" Target="media/image6.png"/><Relationship Id="rId28" Type="http://schemas.openxmlformats.org/officeDocument/2006/relationships/image" Target="media/image7.png"/><Relationship Id="rId29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30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3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3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33" Type="http://schemas.openxmlformats.org/officeDocument/2006/relationships/hyperlink" Target="https://your_server.vha.domain.ext:9443/jazz/service/com.ibm.rqm.integration.service.IIntegrationService/resources/VIP%2B%28QM%29/configuration/TE1088" TargetMode="External"/><Relationship Id="rId34" Type="http://schemas.openxmlformats.org/officeDocument/2006/relationships/footer" Target="footer2.xml"/><Relationship Id="rId35" Type="http://schemas.openxmlformats.org/officeDocument/2006/relationships/image" Target="media/image8.png"/><Relationship Id="rId36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37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Relationship Id="rId38" Type="http://schemas.openxmlformats.org/officeDocument/2006/relationships/image" Target="media/image9.png"/><Relationship Id="rId39" Type="http://schemas.openxmlformats.org/officeDocument/2006/relationships/image" Target="media/image10.png"/><Relationship Id="rId40" Type="http://schemas.openxmlformats.org/officeDocument/2006/relationships/image" Target="media/image11.png"/><Relationship Id="rId4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4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4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44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4" TargetMode="External"/><Relationship Id="rId45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4" TargetMode="External"/><Relationship Id="rId46" Type="http://schemas.openxmlformats.org/officeDocument/2006/relationships/image" Target="media/image12.png"/><Relationship Id="rId47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4" TargetMode="External"/><Relationship Id="rId48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4" TargetMode="External"/><Relationship Id="rId49" Type="http://schemas.openxmlformats.org/officeDocument/2006/relationships/hyperlink" Target="https://your_server.vha.domain.ext:9443/jazz/service/com.ibm.rqm.integration.service.IIntegrationService/resources/VIP%2B%28QM%29/configuration/TE1088" TargetMode="External"/><Relationship Id="rId50" Type="http://schemas.openxmlformats.org/officeDocument/2006/relationships/hyperlink" Target="https://your_server.vha.domain.ext:9443/jazz/service/com.ibm.rqm.integration.service.IIntegrationService/resources/VIP%2B%28QM%29/testscript/urn%3Acom.ibm.rqm%3Atestscript%3A81486" TargetMode="External"/><Relationship Id="rId51" Type="http://schemas.openxmlformats.org/officeDocument/2006/relationships/hyperlink" Target="https://your_server.vha.domain.ext:9443/jazz/service/com.ibm.rqm.integration.service.IIntegrationService/resources/VIP%2B%28QM%29/testscript/urn%3Acom.ibm.rqm%3Atestscript%3A81486" TargetMode="External"/><Relationship Id="rId52" Type="http://schemas.openxmlformats.org/officeDocument/2006/relationships/hyperlink" Target="https://your_server.vha.domain.ext:9443/jazz/service/com.ibm.rqm.integration.service.IIntegrationService/resources/VIP%2B%28QM%29/testscript/urn%3Acom.ibm.rqm%3Atestscript%3A81486" TargetMode="External"/><Relationship Id="rId53" Type="http://schemas.openxmlformats.org/officeDocument/2006/relationships/hyperlink" Target="https://your_server.vha.domain.ext:9443/jazz/service/com.ibm.rqm.integration.service.IIntegrationService/resources/VIP%2B%28QM%29/testscript/urn%3Acom.ibm.rqm%3Atestscript%3A81486" TargetMode="External"/><Relationship Id="rId54" Type="http://schemas.openxmlformats.org/officeDocument/2006/relationships/image" Target="media/image13.png"/><Relationship Id="rId55" Type="http://schemas.openxmlformats.org/officeDocument/2006/relationships/hyperlink" Target="https://your_server.vha.domain.ext:9443/jazz/service/com.ibm.rqm.integration.service.IIntegrationService/resources/VIP%2B%28QM%29/executionresult/urn%3Acom.ibm.rqm%3Aexecutionresult%3A234305" TargetMode="External"/><Relationship Id="rId56" Type="http://schemas.openxmlformats.org/officeDocument/2006/relationships/footer" Target="footer3.xml"/><Relationship Id="rId57" Type="http://schemas.openxmlformats.org/officeDocument/2006/relationships/image" Target="media/image14.png"/><Relationship Id="rId5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59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Relationship Id="rId60" Type="http://schemas.openxmlformats.org/officeDocument/2006/relationships/footer" Target="footer4.xml"/><Relationship Id="rId61" Type="http://schemas.openxmlformats.org/officeDocument/2006/relationships/image" Target="media/image15.png"/><Relationship Id="rId62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63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Relationship Id="rId64" Type="http://schemas.openxmlformats.org/officeDocument/2006/relationships/image" Target="media/image16.png"/><Relationship Id="rId65" Type="http://schemas.openxmlformats.org/officeDocument/2006/relationships/image" Target="media/image17.png"/><Relationship Id="rId66" Type="http://schemas.openxmlformats.org/officeDocument/2006/relationships/image" Target="media/image18.png"/><Relationship Id="rId6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6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69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70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5" TargetMode="External"/><Relationship Id="rId71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5" TargetMode="External"/><Relationship Id="rId72" Type="http://schemas.openxmlformats.org/officeDocument/2006/relationships/image" Target="media/image19.png"/><Relationship Id="rId73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5" TargetMode="External"/><Relationship Id="rId74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6605" TargetMode="External"/><Relationship Id="rId75" Type="http://schemas.openxmlformats.org/officeDocument/2006/relationships/hyperlink" Target="https://your_server.vha.domain.ext:9443/jazz/service/com.ibm.rqm.integration.service.IIntegrationService/resources/VIP%2B%28QM%29/configuration/TE1088" TargetMode="External"/><Relationship Id="rId76" Type="http://schemas.openxmlformats.org/officeDocument/2006/relationships/hyperlink" Target="https://your_server.vha.domain.ext:9443/jazz/service/com.ibm.rqm.integration.service.IIntegrationService/resources/VIP%2B%28QM%29/testscript/urn%3Acom.ibm.rqm%3Atestscript%3A81529" TargetMode="External"/><Relationship Id="rId77" Type="http://schemas.openxmlformats.org/officeDocument/2006/relationships/hyperlink" Target="https://your_server.vha.domain.ext:9443/jazz/service/com.ibm.rqm.integration.service.IIntegrationService/resources/VIP%2B%28QM%29/testscript/urn%3Acom.ibm.rqm%3Atestscript%3A81529" TargetMode="External"/><Relationship Id="rId78" Type="http://schemas.openxmlformats.org/officeDocument/2006/relationships/hyperlink" Target="https://your_server.vha.domain.ext:9443/jazz/service/com.ibm.rqm.integration.service.IIntegrationService/resources/VIP%2B%28QM%29/testscript/urn%3Acom.ibm.rqm%3Atestscript%3A81529" TargetMode="External"/><Relationship Id="rId79" Type="http://schemas.openxmlformats.org/officeDocument/2006/relationships/hyperlink" Target="https://your_server.vha.domain.ext:9443/jazz/service/com.ibm.rqm.integration.service.IIntegrationService/resources/VIP%2B%28QM%29/testscript/urn%3Acom.ibm.rqm%3Atestscript%3A81529" TargetMode="External"/><Relationship Id="rId80" Type="http://schemas.openxmlformats.org/officeDocument/2006/relationships/image" Target="media/image20.png"/><Relationship Id="rId81" Type="http://schemas.openxmlformats.org/officeDocument/2006/relationships/hyperlink" Target="https://your_server.vha.domain.ext:9443/jazz/service/com.ibm.rqm.integration.service.IIntegrationService/resources/VIP%2B%28QM%29/executionresult/urn%3Acom.ibm.rqm%3Aexecutionresult%3A234306" TargetMode="External"/><Relationship Id="rId82" Type="http://schemas.openxmlformats.org/officeDocument/2006/relationships/footer" Target="footer5.xml"/><Relationship Id="rId83" Type="http://schemas.openxmlformats.org/officeDocument/2006/relationships/image" Target="media/image21.png"/><Relationship Id="rId84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8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Relationship Id="rId86" Type="http://schemas.openxmlformats.org/officeDocument/2006/relationships/footer" Target="footer6.xml"/><Relationship Id="rId87" Type="http://schemas.openxmlformats.org/officeDocument/2006/relationships/image" Target="media/image22.png"/><Relationship Id="rId88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89" Type="http://schemas.openxmlformats.org/officeDocument/2006/relationships/image" Target="media/image23.png"/><Relationship Id="rId90" Type="http://schemas.openxmlformats.org/officeDocument/2006/relationships/image" Target="media/image24.png"/><Relationship Id="rId91" Type="http://schemas.openxmlformats.org/officeDocument/2006/relationships/hyperlink" Target="https://your_server.vha.domain.ext:9443/jazz/service/com.ibm.rqm.integration.service.IIntegrationService/resources/VIP%2B%28QM%29/testsuitelog/urn%3Acom.ibm.rqm%3Atestsuitelog%3A234304" TargetMode="External"/><Relationship Id="rId92" Type="http://schemas.openxmlformats.org/officeDocument/2006/relationships/hyperlink" Target="https://your_server.vha.domain.ext:9443/jazz/service/com.ibm.rqm.integration.service.IIntegrationService/resources/VIP%2B%28QM%29/testplan/urn%3Acom.ibm.rqm%3Atestplan%3A3491" TargetMode="External"/><Relationship Id="rId93" Type="http://schemas.openxmlformats.org/officeDocument/2006/relationships/hyperlink" Target="https://your_server.vha.domain.ext:9443/jazz/service/com.ibm.rqm.integration.service.IIntegrationService/resources/VIP%2B%28QM%29/testplan/urn%3Acom.ibm.rqm%3Atestplan%3A3491" TargetMode="External"/><Relationship Id="rId94" Type="http://schemas.openxmlformats.org/officeDocument/2006/relationships/hyperlink" Target="https://your_server.vha.domain.ext:9443/jazz/service/com.ibm.rqm.integration.service.IIntegrationService/resources/VIP%2B%28QM%29/testsuite/urn%3Acom.ibm.rqm%3Atestsuite%3A3011" TargetMode="External"/><Relationship Id="rId95" Type="http://schemas.openxmlformats.org/officeDocument/2006/relationships/hyperlink" Target="https://your_server.vha.domain.ext:9443/jazz/service/com.ibm.rqm.integration.service.IIntegrationService/resources/VIP%2B%28QM%29/testsuite/urn%3Acom.ibm.rqm%3Atestsuite%3A3011" TargetMode="External"/><Relationship Id="rId96" Type="http://schemas.openxmlformats.org/officeDocument/2006/relationships/hyperlink" Target="https://your_server.vha.domain.ext:9443/jazz/service/com.ibm.rqm.integration.service.IIntegrationService/resources/VIP%2B%28QM%29/configuration/TE1088" TargetMode="External"/><Relationship Id="rId97" Type="http://schemas.openxmlformats.org/officeDocument/2006/relationships/hyperlink" Target="https://your_server.vha.domain.ext:9443/jazz/service/com.ibm.rqm.integration.service.IIntegrationService/resources/VIP%2B%28QM%29/testsuitelog/urn%3Acom.ibm.rqm%3Atestsuitelog%3A223159" TargetMode="External"/><Relationship Id="rId98" Type="http://schemas.openxmlformats.org/officeDocument/2006/relationships/image" Target="media/image25.png"/><Relationship Id="rId99" Type="http://schemas.openxmlformats.org/officeDocument/2006/relationships/hyperlink" Target="https://your_server.vha.domain.ext:9443/jazz/service/com.ibm.rqm.integration.service.IIntegrationService/resources/VIP%2B%28QM%29/testsuitelog/urn%3Acom.ibm.rqm%3Atestsuitelog%3A223159" TargetMode="External"/><Relationship Id="rId100" Type="http://schemas.openxmlformats.org/officeDocument/2006/relationships/hyperlink" Target="https://your_server.vha.domain.ext:9443/jazz/service/com.ibm.rqm.integration.service.IIntegrationService/resources/VIP%2B%28QM%29/testsuitelog/urn%3Acom.ibm.rqm%3Atestsuitelog%3A234301" TargetMode="External"/><Relationship Id="rId101" Type="http://schemas.openxmlformats.org/officeDocument/2006/relationships/hyperlink" Target="https://your_server.vha.domain.ext:9443/jazz/service/com.ibm.rqm.integration.service.IIntegrationService/resources/VIP%2B%28QM%29/testsuitelog/urn%3Acom.ibm.rqm%3Atestsuitelog%3A223159" TargetMode="External"/><Relationship Id="rId102" Type="http://schemas.openxmlformats.org/officeDocument/2006/relationships/hyperlink" Target="https://your_server.vha.domain.ext:9443/jazz/service/com.ibm.rqm.integration.service.IIntegrationService/resources/VIP%2B%28QM%29/testsuitelog/urn%3Acom.ibm.rqm%3Atestsuitelog%3A223159" TargetMode="External"/><Relationship Id="rId103" Type="http://schemas.openxmlformats.org/officeDocument/2006/relationships/hyperlink" Target="https://your_server.vha.domain.ext:9443/jazz/service/com.ibm.rqm.integration.service.IIntegrationService/resources/VIP%2B%28QM%29/testsuitelog/urn%3Acom.ibm.rqm%3Atestsuitelog%3A234301" TargetMode="External"/><Relationship Id="rId104" Type="http://schemas.openxmlformats.org/officeDocument/2006/relationships/hyperlink" Target="https://your_server.vha.domain.ext:9443/jazz/service/com.ibm.rqm.integration.service.IIntegrationService/resources/VIP%2B%28QM%29/testsuitelog/urn%3Acom.ibm.rqm%3Atestsuitelog%3A234301" TargetMode="External"/><Relationship Id="rId105" Type="http://schemas.openxmlformats.org/officeDocument/2006/relationships/hyperlink" Target="https://your_server.vha.domain.ext:9443/jazz/service/com.ibm.rqm.integration.service.IIntegrationService/resources/VIP%2B%28QM%29/testsuitelog/urn%3Acom.ibm.rqm%3Atestsuitelog%3A234301" TargetMode="External"/><Relationship Id="rId106" Type="http://schemas.openxmlformats.org/officeDocument/2006/relationships/hyperlink" Target="https://your_server.vha.domain.ext:9443/jazz/service/com.ibm.rqm.integration.service.IIntegrationService/resources/VIP%2B%28QM%29/testsuitelog/urn%3Acom.ibm.rqm%3Atestsuitelog%3A223153" TargetMode="External"/><Relationship Id="rId107" Type="http://schemas.openxmlformats.org/officeDocument/2006/relationships/image" Target="media/image26.png"/><Relationship Id="rId108" Type="http://schemas.openxmlformats.org/officeDocument/2006/relationships/hyperlink" Target="https://your_server.vha.domain.ext:9443/jazz/service/com.ibm.rqm.integration.service.IIntegrationService/resources/VIP%2B%28QM%29/testsuitelog/urn%3Acom.ibm.rqm%3Atestsuitelog%3A223153" TargetMode="External"/><Relationship Id="rId109" Type="http://schemas.openxmlformats.org/officeDocument/2006/relationships/hyperlink" Target="https://your_server.vha.domain.ext:9443/jazz/service/com.ibm.rqm.integration.service.IIntegrationService/resources/VIP%2B%28QM%29/testsuitelog/urn%3Acom.ibm.rqm%3Atestsuitelog%3A234304" TargetMode="External"/><Relationship Id="rId110" Type="http://schemas.openxmlformats.org/officeDocument/2006/relationships/hyperlink" Target="https://your_server.vha.domain.ext:9443/jazz/service/com.ibm.rqm.integration.service.IIntegrationService/resources/VIP%2B%28QM%29/testsuitelog/urn%3Acom.ibm.rqm%3Atestsuitelog%3A223153" TargetMode="External"/><Relationship Id="rId111" Type="http://schemas.openxmlformats.org/officeDocument/2006/relationships/hyperlink" Target="https://your_server.vha.domain.ext:9443/jazz/service/com.ibm.rqm.integration.service.IIntegrationService/resources/VIP%2B%28QM%29/testsuitelog/urn%3Acom.ibm.rqm%3Atestsuitelog%3A223153" TargetMode="External"/><Relationship Id="rId112" Type="http://schemas.openxmlformats.org/officeDocument/2006/relationships/hyperlink" Target="https://your_server.vha.domain.ext:9443/jazz/service/com.ibm.rqm.integration.service.IIntegrationService/resources/VIP%2B%28QM%29/testsuitelog/urn%3Acom.ibm.rqm%3Atestsuitelog%3A234304" TargetMode="External"/><Relationship Id="rId113" Type="http://schemas.openxmlformats.org/officeDocument/2006/relationships/hyperlink" Target="https://your_server.vha.domain.ext:9443/jazz/service/com.ibm.rqm.integration.service.IIntegrationService/resources/VIP%2B%28QM%29/testsuitelog/urn%3Acom.ibm.rqm%3Atestsuitelog%3A234304" TargetMode="External"/><Relationship Id="rId114" Type="http://schemas.openxmlformats.org/officeDocument/2006/relationships/image" Target="media/image27.png"/><Relationship Id="rId115" Type="http://schemas.openxmlformats.org/officeDocument/2006/relationships/image" Target="media/image28.png"/><Relationship Id="rId116" Type="http://schemas.openxmlformats.org/officeDocument/2006/relationships/hyperlink" Target="https://your_server.vha.domain.ext:9443/jazz/service/com.ibm.rqm.integration.service.IIntegrationService/resources/VIP%2B%28QM%29/testsuitelog/urn%3Acom.ibm.rqm%3Atestsuitelog%3A234304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011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0172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486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0273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1529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Relationship Id="rId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6603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2016-04-19T14:15:50Z</dcterms:created>
  <dcterms:modified xsi:type="dcterms:W3CDTF">2016-04-19T14:15:50Z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2016-02-19T00:00:00Z</vt:filetime>
  </property>
  <property fmtid="{D5CDD505-2E9C-101B-9397-08002B2CF9AE}" pid="3" name="LastSaved">
    <vt:filetime>2016-04-19T00:00:00Z</vt:filetime>
  </property>
</Properties>
</file>